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FD31FC" w:rsidRDefault="005F4FD2" w:rsidP="00880F60">
      <w:pPr>
        <w:pStyle w:val="Title"/>
        <w:rPr>
          <w:lang w:val="pt-BR"/>
        </w:rPr>
      </w:pPr>
      <w:r w:rsidRPr="00FD31FC">
        <w:rPr>
          <w:rFonts w:ascii="Georgia" w:eastAsia="Georgia" w:hAnsi="Georgia" w:cs="Georgia"/>
          <w:bCs/>
          <w:iCs/>
          <w:lang w:val="pt-BR"/>
        </w:rPr>
        <w:t>Material A</w:t>
      </w:r>
    </w:p>
    <w:p w:rsidR="002F372E" w:rsidRPr="00FD31FC" w:rsidRDefault="005F4FD2" w:rsidP="00E15AEC">
      <w:pPr>
        <w:pStyle w:val="Heading1"/>
        <w:rPr>
          <w:lang w:val="pt-BR"/>
        </w:rPr>
      </w:pPr>
      <w:r w:rsidRPr="00FD31FC">
        <w:rPr>
          <w:rFonts w:ascii="Georgia" w:eastAsia="Georgia" w:hAnsi="Georgia" w:cs="Georgia"/>
          <w:iCs/>
          <w:lang w:val="pt-BR"/>
        </w:rPr>
        <w:t>Pensando sobre seu futuro</w:t>
      </w:r>
    </w:p>
    <w:p w:rsidR="00C53499" w:rsidRPr="00FD31FC" w:rsidRDefault="005F4FD2" w:rsidP="00C53499">
      <w:pPr>
        <w:pStyle w:val="BodyText"/>
        <w:rPr>
          <w:lang w:val="pt-BR"/>
        </w:rPr>
      </w:pPr>
      <w:r w:rsidRPr="00FD31FC">
        <w:rPr>
          <w:rFonts w:eastAsia="Georgia" w:cs="Georgia"/>
          <w:lang w:val="pt-BR"/>
        </w:rPr>
        <w:t xml:space="preserve">Abaixo estão algumas questões que podem lhe ajudar a saber mais sobre o que vocês gostam de fazer. São baseadas </w:t>
      </w:r>
      <w:r w:rsidR="005932EB" w:rsidRPr="00FD31FC">
        <w:rPr>
          <w:rFonts w:eastAsia="Georgia" w:cs="Georgia"/>
          <w:lang w:val="pt-BR"/>
        </w:rPr>
        <w:t>na Teoria da Escolha Vocacional</w:t>
      </w:r>
      <w:r w:rsidRPr="00FD31FC">
        <w:rPr>
          <w:rFonts w:eastAsia="Georgia" w:cs="Georgia"/>
          <w:lang w:val="pt-BR"/>
        </w:rPr>
        <w:t xml:space="preserve"> de John Holland. Cursos universitários e carreiras podem ser classificadas nestas mesmas categorias. Este questionário lhes ajudará a aprender sobre quais das seis áreas tendem a se relacionar com os seus interesses. Depois de responder a este questionário, vocês também podem olhar para cursos universitários e carreiras que correspondam às suas preferências.</w:t>
      </w:r>
    </w:p>
    <w:tbl>
      <w:tblPr>
        <w:tblStyle w:val="DP-Plain10"/>
        <w:tblW w:w="5054" w:type="pct"/>
        <w:tblBorders>
          <w:insideH w:val="nil"/>
        </w:tblBorders>
        <w:tblLook w:val="04A0"/>
      </w:tblPr>
      <w:tblGrid>
        <w:gridCol w:w="475"/>
        <w:gridCol w:w="2759"/>
        <w:gridCol w:w="6096"/>
      </w:tblGrid>
      <w:tr w:rsidR="009D6401" w:rsidRPr="00FD31FC" w:rsidTr="00144CA4">
        <w:trPr>
          <w:cnfStyle w:val="100000000000"/>
        </w:trPr>
        <w:tc>
          <w:tcPr>
            <w:cnfStyle w:val="001000000000"/>
            <w:tcW w:w="9329" w:type="dxa"/>
            <w:gridSpan w:val="3"/>
          </w:tcPr>
          <w:p w:rsidR="001E2D10" w:rsidRPr="00FD31FC" w:rsidRDefault="005F4FD2" w:rsidP="001E2D10">
            <w:pPr>
              <w:pStyle w:val="TableTitleGeorgia"/>
              <w:spacing w:before="60" w:after="60" w:line="240" w:lineRule="auto"/>
              <w:contextualSpacing w:val="0"/>
              <w:rPr>
                <w:lang w:val="pt-BR"/>
              </w:rPr>
            </w:pPr>
            <w:r w:rsidRPr="00FD31FC">
              <w:rPr>
                <w:rFonts w:eastAsiaTheme="minorHAnsi" w:cstheme="minorBidi"/>
                <w:bCs/>
                <w:iCs/>
                <w:color w:val="DC6900"/>
                <w:szCs w:val="20"/>
                <w:lang w:val="pt-BR"/>
              </w:rPr>
              <w:t>Realista</w:t>
            </w:r>
          </w:p>
          <w:p w:rsidR="001E2D10" w:rsidRPr="00FD31FC" w:rsidRDefault="005F4FD2" w:rsidP="001E2D10">
            <w:pPr>
              <w:pStyle w:val="TableTextGeorgia"/>
              <w:rPr>
                <w:i/>
                <w:lang w:val="pt-BR"/>
              </w:rPr>
            </w:pPr>
            <w:r w:rsidRPr="00FD31FC">
              <w:rPr>
                <w:rFonts w:eastAsia="Georgia" w:cs="Georgia"/>
                <w:i/>
                <w:iCs/>
                <w:lang w:val="pt-BR"/>
              </w:rPr>
              <w:t>Vocês gostam de trabalhar ao ar livre? Vocês gostam de animais? Vocês gostam de consertar coisas?</w:t>
            </w:r>
          </w:p>
          <w:p w:rsidR="001E2D10" w:rsidRPr="00FD31FC" w:rsidRDefault="005F4FD2" w:rsidP="001E2D10">
            <w:pPr>
              <w:pStyle w:val="TableTextGeorgia"/>
              <w:rPr>
                <w:rFonts w:cs="Arial"/>
                <w:i/>
                <w:lang w:val="pt-BR"/>
              </w:rPr>
            </w:pPr>
            <w:r w:rsidRPr="00FD31FC">
              <w:rPr>
                <w:rFonts w:eastAsia="Georgia" w:cs="Georgia"/>
                <w:lang w:val="pt-BR"/>
              </w:rPr>
              <w:t>Avaliem o nível de interesse que vocês acham que têm para cada área listada abaixo, desde</w:t>
            </w:r>
            <w:r w:rsidRPr="00FD31FC">
              <w:rPr>
                <w:rFonts w:eastAsia="Georgia" w:cs="Georgia"/>
                <w:i/>
                <w:iCs/>
                <w:lang w:val="pt-BR"/>
              </w:rPr>
              <w:t xml:space="preserve"> </w:t>
            </w:r>
            <w:r w:rsidR="005932EB" w:rsidRPr="00FD31FC">
              <w:rPr>
                <w:rFonts w:eastAsia="Georgia" w:cs="Georgia"/>
                <w:b/>
                <w:bCs/>
                <w:lang w:val="pt-BR"/>
              </w:rPr>
              <w:t>0</w:t>
            </w:r>
            <w:r w:rsidRPr="00FD31FC">
              <w:rPr>
                <w:rFonts w:eastAsia="Georgia" w:cs="Georgia"/>
                <w:b/>
                <w:bCs/>
                <w:lang w:val="pt-BR"/>
              </w:rPr>
              <w:t xml:space="preserve"> (sem interesse) até 5 (muito interesse).</w:t>
            </w:r>
          </w:p>
        </w:tc>
      </w:tr>
      <w:tr w:rsidR="009D6401" w:rsidRPr="00FD31FC" w:rsidTr="00144CA4">
        <w:tc>
          <w:tcPr>
            <w:cnfStyle w:val="001000000000"/>
            <w:tcW w:w="475" w:type="dxa"/>
          </w:tcPr>
          <w:p w:rsidR="001E2D10" w:rsidRPr="00FD31FC" w:rsidRDefault="00F749EC" w:rsidP="001E2D10">
            <w:pPr>
              <w:spacing w:before="60" w:after="60" w:line="240" w:lineRule="auto"/>
              <w:rPr>
                <w:rFonts w:cs="Arial"/>
                <w:lang w:val="pt-BR"/>
              </w:rPr>
            </w:pPr>
            <w:r w:rsidRPr="00F749EC">
              <w:rPr>
                <w:rFonts w:cs="Arial"/>
                <w:noProof/>
                <w:lang w:val="pt-BR" w:eastAsia="en-GB"/>
              </w:rPr>
              <w:pict>
                <v:rect id="_x0000_s1075" style="position:absolute;margin-left:1.55pt;margin-top:88.65pt;width:12.15pt;height:12.35pt;z-index:251664384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26" style="position:absolute;margin-left:1.55pt;margin-top:72.65pt;width:12.15pt;height:12.35pt;z-index:251663360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27" style="position:absolute;margin-left:1.55pt;margin-top:54.2pt;width:12.15pt;height:12.35pt;z-index:251662336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28" style="position:absolute;margin-left:1.55pt;margin-top:37.15pt;width:12.15pt;height:12.35pt;z-index:251661312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29" style="position:absolute;margin-left:1.55pt;margin-top:20.55pt;width:12.15pt;height:12.35pt;z-index:251660288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30" style="position:absolute;margin-left:1.55pt;margin-top:1.7pt;width:12.15pt;height:12.35pt;z-index:251659264;mso-position-horizontal-relative:text;mso-position-vertical-relative:text" strokecolor="#dc6900"/>
              </w:pict>
            </w:r>
            <w:r w:rsidR="005F4FD2" w:rsidRPr="00FD31FC">
              <w:rPr>
                <w:rFonts w:cs="Arial"/>
                <w:lang w:val="pt-BR"/>
              </w:rPr>
              <w:t xml:space="preserve"> </w:t>
            </w:r>
          </w:p>
        </w:tc>
        <w:tc>
          <w:tcPr>
            <w:tcW w:w="8854" w:type="dxa"/>
            <w:gridSpan w:val="2"/>
            <w:vAlign w:val="center"/>
          </w:tcPr>
          <w:p w:rsidR="001E2D10" w:rsidRPr="00FD31FC" w:rsidRDefault="005F4FD2" w:rsidP="001E2D10">
            <w:pPr>
              <w:spacing w:after="0" w:line="240" w:lineRule="auto"/>
              <w:cnfStyle w:val="000000000000"/>
              <w:rPr>
                <w:rFonts w:cs="Arial"/>
                <w:lang w:val="pt-BR"/>
              </w:rPr>
            </w:pPr>
            <w:r w:rsidRPr="00FD31FC">
              <w:rPr>
                <w:rFonts w:eastAsia="Georgia" w:cs="Georgia"/>
                <w:lang w:val="pt-BR"/>
              </w:rPr>
              <w:t>Participar em atividades esportivas</w:t>
            </w:r>
          </w:p>
        </w:tc>
      </w:tr>
      <w:tr w:rsidR="009D6401" w:rsidRPr="00FD31FC" w:rsidTr="00144CA4">
        <w:tc>
          <w:tcPr>
            <w:cnfStyle w:val="001000000000"/>
            <w:tcW w:w="475" w:type="dxa"/>
          </w:tcPr>
          <w:p w:rsidR="001E2D10" w:rsidRPr="00FD31FC" w:rsidRDefault="00076190" w:rsidP="001E2D10">
            <w:pPr>
              <w:spacing w:before="60" w:after="60" w:line="240" w:lineRule="auto"/>
              <w:rPr>
                <w:rFonts w:cs="Arial"/>
                <w:lang w:val="pt-BR"/>
              </w:rPr>
            </w:pPr>
          </w:p>
        </w:tc>
        <w:tc>
          <w:tcPr>
            <w:tcW w:w="8854" w:type="dxa"/>
            <w:gridSpan w:val="2"/>
            <w:vAlign w:val="center"/>
          </w:tcPr>
          <w:p w:rsidR="001E2D10" w:rsidRPr="00FD31FC" w:rsidRDefault="005F4FD2" w:rsidP="001E2D10">
            <w:pPr>
              <w:spacing w:after="0" w:line="240" w:lineRule="auto"/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lang w:val="pt-BR"/>
              </w:rPr>
              <w:t>Trabalhar ao ar livre</w:t>
            </w:r>
          </w:p>
        </w:tc>
      </w:tr>
      <w:tr w:rsidR="009D6401" w:rsidRPr="00FD31FC" w:rsidTr="00144CA4">
        <w:tc>
          <w:tcPr>
            <w:cnfStyle w:val="001000000000"/>
            <w:tcW w:w="475" w:type="dxa"/>
          </w:tcPr>
          <w:p w:rsidR="001E2D10" w:rsidRPr="00FD31FC" w:rsidRDefault="00076190" w:rsidP="001E2D10">
            <w:pPr>
              <w:spacing w:before="60" w:after="60" w:line="240" w:lineRule="auto"/>
              <w:rPr>
                <w:rFonts w:cs="Arial"/>
                <w:lang w:val="pt-BR"/>
              </w:rPr>
            </w:pPr>
          </w:p>
        </w:tc>
        <w:tc>
          <w:tcPr>
            <w:tcW w:w="8854" w:type="dxa"/>
            <w:gridSpan w:val="2"/>
            <w:vAlign w:val="center"/>
          </w:tcPr>
          <w:p w:rsidR="001E2D10" w:rsidRPr="00FD31FC" w:rsidRDefault="005F4FD2" w:rsidP="001E2D10">
            <w:pPr>
              <w:spacing w:after="0" w:line="240" w:lineRule="auto"/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lang w:val="pt-BR"/>
              </w:rPr>
              <w:t>Usar suas mãos e ferramentas para construir algo</w:t>
            </w:r>
          </w:p>
        </w:tc>
      </w:tr>
      <w:tr w:rsidR="009D6401" w:rsidRPr="00FD31FC" w:rsidTr="00144CA4">
        <w:tc>
          <w:tcPr>
            <w:cnfStyle w:val="001000000000"/>
            <w:tcW w:w="475" w:type="dxa"/>
          </w:tcPr>
          <w:p w:rsidR="001E2D10" w:rsidRPr="00FD31FC" w:rsidRDefault="00076190" w:rsidP="001E2D10">
            <w:pPr>
              <w:spacing w:before="60" w:after="60" w:line="240" w:lineRule="auto"/>
              <w:rPr>
                <w:rFonts w:cs="Arial"/>
                <w:lang w:val="pt-BR"/>
              </w:rPr>
            </w:pPr>
          </w:p>
        </w:tc>
        <w:tc>
          <w:tcPr>
            <w:tcW w:w="8854" w:type="dxa"/>
            <w:gridSpan w:val="2"/>
            <w:vAlign w:val="center"/>
          </w:tcPr>
          <w:p w:rsidR="001E2D10" w:rsidRPr="00FD31FC" w:rsidRDefault="005F4FD2" w:rsidP="001E2D10">
            <w:pPr>
              <w:spacing w:after="0" w:line="240" w:lineRule="auto"/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lang w:val="pt-BR"/>
              </w:rPr>
              <w:t>Operar máquinas para criar um produto</w:t>
            </w:r>
          </w:p>
        </w:tc>
      </w:tr>
      <w:tr w:rsidR="009D6401" w:rsidRPr="00FD31FC" w:rsidTr="00144CA4">
        <w:tc>
          <w:tcPr>
            <w:cnfStyle w:val="001000000000"/>
            <w:tcW w:w="475" w:type="dxa"/>
          </w:tcPr>
          <w:p w:rsidR="001E2D10" w:rsidRPr="00FD31FC" w:rsidRDefault="00076190" w:rsidP="001E2D10">
            <w:pPr>
              <w:spacing w:before="60" w:after="60" w:line="240" w:lineRule="auto"/>
              <w:rPr>
                <w:rFonts w:cs="Arial"/>
                <w:lang w:val="pt-BR"/>
              </w:rPr>
            </w:pPr>
          </w:p>
        </w:tc>
        <w:tc>
          <w:tcPr>
            <w:tcW w:w="8854" w:type="dxa"/>
            <w:gridSpan w:val="2"/>
            <w:vAlign w:val="center"/>
          </w:tcPr>
          <w:p w:rsidR="001E2D10" w:rsidRPr="00FD31FC" w:rsidRDefault="005F4FD2" w:rsidP="001E2D10">
            <w:pPr>
              <w:spacing w:after="0" w:line="240" w:lineRule="auto"/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lang w:val="pt-BR"/>
              </w:rPr>
              <w:t>Cuidar de animais</w:t>
            </w:r>
          </w:p>
        </w:tc>
      </w:tr>
      <w:tr w:rsidR="009D6401" w:rsidRPr="00FD31FC" w:rsidTr="00144CA4">
        <w:tc>
          <w:tcPr>
            <w:cnfStyle w:val="001000000000"/>
            <w:tcW w:w="475" w:type="dxa"/>
          </w:tcPr>
          <w:p w:rsidR="001E2D10" w:rsidRPr="00FD31FC" w:rsidRDefault="00076190" w:rsidP="001E2D10">
            <w:pPr>
              <w:spacing w:before="60" w:after="60" w:line="240" w:lineRule="auto"/>
              <w:rPr>
                <w:rFonts w:cs="Arial"/>
                <w:lang w:val="pt-BR"/>
              </w:rPr>
            </w:pPr>
          </w:p>
        </w:tc>
        <w:tc>
          <w:tcPr>
            <w:tcW w:w="8854" w:type="dxa"/>
            <w:gridSpan w:val="2"/>
            <w:vAlign w:val="center"/>
          </w:tcPr>
          <w:p w:rsidR="001E2D10" w:rsidRPr="00FD31FC" w:rsidRDefault="005F4FD2" w:rsidP="001E2D10">
            <w:pPr>
              <w:spacing w:after="0" w:line="240" w:lineRule="auto"/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lang w:val="pt-BR"/>
              </w:rPr>
              <w:t>Ajudar a cultivar e manter plantas saudáveis</w:t>
            </w:r>
          </w:p>
        </w:tc>
      </w:tr>
      <w:tr w:rsidR="009D6401" w:rsidRPr="00FD31FC" w:rsidTr="00144CA4">
        <w:tc>
          <w:tcPr>
            <w:cnfStyle w:val="001000000000"/>
            <w:tcW w:w="3234" w:type="dxa"/>
            <w:gridSpan w:val="2"/>
          </w:tcPr>
          <w:p w:rsidR="001E2D10" w:rsidRPr="00FD31FC" w:rsidRDefault="005F4FD2" w:rsidP="001E2D10">
            <w:pPr>
              <w:pStyle w:val="TableTextGeorgia"/>
              <w:rPr>
                <w:rFonts w:cs="Arial"/>
                <w:lang w:val="pt-BR"/>
              </w:rPr>
            </w:pPr>
            <w:r w:rsidRPr="00FD31FC">
              <w:rPr>
                <w:rFonts w:eastAsia="Georgia" w:cs="Georgia"/>
                <w:i/>
                <w:iCs/>
                <w:lang w:val="pt-BR"/>
              </w:rPr>
              <w:t>Placar Realista Total:</w:t>
            </w:r>
          </w:p>
        </w:tc>
        <w:tc>
          <w:tcPr>
            <w:tcW w:w="6095" w:type="dxa"/>
            <w:vAlign w:val="center"/>
          </w:tcPr>
          <w:p w:rsidR="001E2D10" w:rsidRPr="00FD31FC" w:rsidRDefault="00F749EC" w:rsidP="001E2D10">
            <w:pPr>
              <w:spacing w:after="0" w:line="240" w:lineRule="auto"/>
              <w:cnfStyle w:val="000000000000"/>
              <w:rPr>
                <w:rFonts w:cs="Arial"/>
                <w:lang w:val="pt-BR"/>
              </w:rPr>
            </w:pPr>
            <w:r w:rsidRPr="00F749EC">
              <w:rPr>
                <w:noProof/>
                <w:lang w:val="pt-BR" w:eastAsia="en-GB"/>
              </w:rPr>
              <w:pict>
                <v:rect id="_x0000_s1031" style="position:absolute;margin-left:-1.9pt;margin-top:.25pt;width:12.15pt;height:12.35pt;z-index:251665408;mso-position-horizontal-relative:text;mso-position-vertical-relative:text" strokecolor="#dc6900"/>
              </w:pict>
            </w:r>
          </w:p>
        </w:tc>
      </w:tr>
    </w:tbl>
    <w:p w:rsidR="001E2D10" w:rsidRPr="00FD31FC" w:rsidRDefault="00076190" w:rsidP="00C53499">
      <w:pPr>
        <w:pStyle w:val="BodyText"/>
        <w:rPr>
          <w:lang w:val="pt-BR"/>
        </w:rPr>
      </w:pPr>
    </w:p>
    <w:tbl>
      <w:tblPr>
        <w:tblStyle w:val="DP-Plain10"/>
        <w:tblW w:w="5324" w:type="pct"/>
        <w:tblBorders>
          <w:insideH w:val="nil"/>
        </w:tblBorders>
        <w:tblLook w:val="04A0"/>
      </w:tblPr>
      <w:tblGrid>
        <w:gridCol w:w="475"/>
        <w:gridCol w:w="2759"/>
        <w:gridCol w:w="6594"/>
      </w:tblGrid>
      <w:tr w:rsidR="009D6401" w:rsidRPr="00FD31FC" w:rsidTr="005932EB">
        <w:trPr>
          <w:cnfStyle w:val="100000000000"/>
        </w:trPr>
        <w:tc>
          <w:tcPr>
            <w:cnfStyle w:val="001000000000"/>
            <w:tcW w:w="9829" w:type="dxa"/>
            <w:gridSpan w:val="3"/>
          </w:tcPr>
          <w:p w:rsidR="00182D46" w:rsidRPr="00FD31FC" w:rsidRDefault="005F4FD2" w:rsidP="00182D46">
            <w:pPr>
              <w:pStyle w:val="TableTitleGeorgia"/>
              <w:spacing w:before="60" w:after="60" w:line="240" w:lineRule="auto"/>
              <w:contextualSpacing w:val="0"/>
              <w:rPr>
                <w:rFonts w:eastAsiaTheme="minorHAnsi" w:cstheme="minorBidi"/>
                <w:szCs w:val="20"/>
                <w:lang w:val="pt-BR"/>
              </w:rPr>
            </w:pPr>
            <w:r w:rsidRPr="00FD31FC">
              <w:rPr>
                <w:rFonts w:eastAsiaTheme="minorHAnsi" w:cstheme="minorBidi"/>
                <w:bCs/>
                <w:iCs/>
                <w:color w:val="DC6900"/>
                <w:szCs w:val="20"/>
                <w:lang w:val="pt-BR"/>
              </w:rPr>
              <w:t>Investigativo</w:t>
            </w:r>
          </w:p>
          <w:p w:rsidR="00182D46" w:rsidRPr="00FD31FC" w:rsidRDefault="005F4FD2" w:rsidP="00182D46">
            <w:pPr>
              <w:pStyle w:val="TableTextGeorgia"/>
              <w:rPr>
                <w:i/>
                <w:lang w:val="pt-BR"/>
              </w:rPr>
            </w:pPr>
            <w:r w:rsidRPr="00FD31FC">
              <w:rPr>
                <w:rFonts w:eastAsia="Georgia" w:cs="Georgia"/>
                <w:i/>
                <w:iCs/>
                <w:lang w:val="pt-BR"/>
              </w:rPr>
              <w:t>Vocês gostam de resolver problemas e desafios?</w:t>
            </w:r>
          </w:p>
          <w:p w:rsidR="00182D46" w:rsidRPr="00FD31FC" w:rsidRDefault="005F4FD2" w:rsidP="005932EB">
            <w:pPr>
              <w:pStyle w:val="TableTextGeorgia"/>
              <w:rPr>
                <w:rFonts w:cs="Arial"/>
                <w:lang w:val="pt-BR"/>
              </w:rPr>
            </w:pPr>
            <w:r w:rsidRPr="00FD31FC">
              <w:rPr>
                <w:rFonts w:eastAsia="Georgia" w:cs="Georgia"/>
                <w:lang w:val="pt-BR"/>
              </w:rPr>
              <w:t>Avaliem o nível de interesse que vocês acham que têm para cada área listada abaixo, desde</w:t>
            </w:r>
            <w:r w:rsidRPr="00FD31FC">
              <w:rPr>
                <w:rFonts w:eastAsia="Georgia" w:cs="Georgia"/>
                <w:b/>
                <w:bCs/>
                <w:lang w:val="pt-BR"/>
              </w:rPr>
              <w:t xml:space="preserve"> 0 (sem interesse) até 5 (muito interesse).</w:t>
            </w:r>
          </w:p>
        </w:tc>
      </w:tr>
      <w:tr w:rsidR="009D6401" w:rsidRPr="00FD31FC" w:rsidTr="005932EB">
        <w:tc>
          <w:tcPr>
            <w:cnfStyle w:val="001000000000"/>
            <w:tcW w:w="475" w:type="dxa"/>
          </w:tcPr>
          <w:p w:rsidR="00182D46" w:rsidRPr="00FD31FC" w:rsidRDefault="00F749EC" w:rsidP="00182D46">
            <w:pPr>
              <w:spacing w:before="60" w:after="60" w:line="240" w:lineRule="auto"/>
              <w:rPr>
                <w:rFonts w:cs="Arial"/>
                <w:lang w:val="pt-BR"/>
              </w:rPr>
            </w:pPr>
            <w:r w:rsidRPr="00F749EC">
              <w:rPr>
                <w:rFonts w:cs="Arial"/>
                <w:noProof/>
                <w:lang w:val="pt-BR" w:eastAsia="en-GB"/>
              </w:rPr>
              <w:pict>
                <v:rect id="_x0000_s1032" style="position:absolute;margin-left:1.55pt;margin-top:88.65pt;width:12.15pt;height:12.35pt;z-index:251671552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33" style="position:absolute;margin-left:1.55pt;margin-top:72.65pt;width:12.15pt;height:12.35pt;z-index:251670528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34" style="position:absolute;margin-left:1.55pt;margin-top:54.2pt;width:12.15pt;height:12.35pt;z-index:251669504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35" style="position:absolute;margin-left:1.55pt;margin-top:37.15pt;width:12.15pt;height:12.35pt;z-index:251668480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36" style="position:absolute;margin-left:1.55pt;margin-top:20.55pt;width:12.15pt;height:12.35pt;z-index:251667456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37" style="position:absolute;margin-left:1.55pt;margin-top:1.7pt;width:12.15pt;height:12.35pt;z-index:251666432;mso-position-horizontal-relative:text;mso-position-vertical-relative:text" strokecolor="#dc6900"/>
              </w:pict>
            </w:r>
            <w:r w:rsidR="005F4FD2" w:rsidRPr="00FD31FC">
              <w:rPr>
                <w:rFonts w:cs="Arial"/>
                <w:lang w:val="pt-BR"/>
              </w:rPr>
              <w:t xml:space="preserve"> </w:t>
            </w:r>
          </w:p>
        </w:tc>
        <w:tc>
          <w:tcPr>
            <w:tcW w:w="9354" w:type="dxa"/>
            <w:gridSpan w:val="2"/>
          </w:tcPr>
          <w:p w:rsidR="00182D46" w:rsidRPr="00FD31FC" w:rsidRDefault="005F4FD2" w:rsidP="00182D46">
            <w:pPr>
              <w:spacing w:after="0" w:line="240" w:lineRule="auto"/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lang w:val="pt-BR"/>
              </w:rPr>
              <w:t>Calcular e resolver problemas matemáticos</w:t>
            </w:r>
          </w:p>
        </w:tc>
      </w:tr>
      <w:tr w:rsidR="009D6401" w:rsidRPr="00FD31FC" w:rsidTr="005932EB">
        <w:tc>
          <w:tcPr>
            <w:cnfStyle w:val="001000000000"/>
            <w:tcW w:w="475" w:type="dxa"/>
          </w:tcPr>
          <w:p w:rsidR="00182D46" w:rsidRPr="00FD31FC" w:rsidRDefault="00076190" w:rsidP="00182D46">
            <w:pPr>
              <w:spacing w:before="60" w:after="60" w:line="240" w:lineRule="auto"/>
              <w:rPr>
                <w:rFonts w:cs="Arial"/>
                <w:lang w:val="pt-BR"/>
              </w:rPr>
            </w:pPr>
          </w:p>
        </w:tc>
        <w:tc>
          <w:tcPr>
            <w:tcW w:w="9354" w:type="dxa"/>
            <w:gridSpan w:val="2"/>
          </w:tcPr>
          <w:p w:rsidR="00182D46" w:rsidRPr="00FD31FC" w:rsidRDefault="005F4FD2" w:rsidP="00182D46">
            <w:pPr>
              <w:spacing w:after="0" w:line="240" w:lineRule="auto"/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lang w:val="pt-BR"/>
              </w:rPr>
              <w:t>Estudar questões e problemas científicos</w:t>
            </w:r>
          </w:p>
        </w:tc>
      </w:tr>
      <w:tr w:rsidR="009D6401" w:rsidRPr="00FD31FC" w:rsidTr="005932EB">
        <w:tc>
          <w:tcPr>
            <w:cnfStyle w:val="001000000000"/>
            <w:tcW w:w="475" w:type="dxa"/>
          </w:tcPr>
          <w:p w:rsidR="00182D46" w:rsidRPr="00FD31FC" w:rsidRDefault="00076190" w:rsidP="00182D46">
            <w:pPr>
              <w:spacing w:before="60" w:after="60" w:line="240" w:lineRule="auto"/>
              <w:rPr>
                <w:rFonts w:cs="Arial"/>
                <w:lang w:val="pt-BR"/>
              </w:rPr>
            </w:pPr>
          </w:p>
        </w:tc>
        <w:tc>
          <w:tcPr>
            <w:tcW w:w="9354" w:type="dxa"/>
            <w:gridSpan w:val="2"/>
          </w:tcPr>
          <w:p w:rsidR="00182D46" w:rsidRPr="00FD31FC" w:rsidRDefault="005F4FD2" w:rsidP="00182D46">
            <w:pPr>
              <w:spacing w:after="0" w:line="240" w:lineRule="auto"/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lang w:val="pt-BR"/>
              </w:rPr>
              <w:t>Pesquisar assuntos científicos independentemente</w:t>
            </w:r>
          </w:p>
        </w:tc>
      </w:tr>
      <w:tr w:rsidR="009D6401" w:rsidRPr="00FD31FC" w:rsidTr="005932EB">
        <w:tc>
          <w:tcPr>
            <w:cnfStyle w:val="001000000000"/>
            <w:tcW w:w="475" w:type="dxa"/>
          </w:tcPr>
          <w:p w:rsidR="00182D46" w:rsidRPr="00FD31FC" w:rsidRDefault="00076190" w:rsidP="00182D46">
            <w:pPr>
              <w:spacing w:before="60" w:after="60" w:line="240" w:lineRule="auto"/>
              <w:rPr>
                <w:rFonts w:cs="Arial"/>
                <w:lang w:val="pt-BR"/>
              </w:rPr>
            </w:pPr>
          </w:p>
        </w:tc>
        <w:tc>
          <w:tcPr>
            <w:tcW w:w="9354" w:type="dxa"/>
            <w:gridSpan w:val="2"/>
          </w:tcPr>
          <w:p w:rsidR="00182D46" w:rsidRPr="00FD31FC" w:rsidRDefault="005F4FD2" w:rsidP="00182D46">
            <w:pPr>
              <w:spacing w:after="0" w:line="240" w:lineRule="auto"/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lang w:val="pt-BR"/>
              </w:rPr>
              <w:t>Analisar dados numéricos e quantitativos</w:t>
            </w:r>
          </w:p>
        </w:tc>
      </w:tr>
      <w:tr w:rsidR="009D6401" w:rsidRPr="00FD31FC" w:rsidTr="005932EB">
        <w:tc>
          <w:tcPr>
            <w:cnfStyle w:val="001000000000"/>
            <w:tcW w:w="475" w:type="dxa"/>
          </w:tcPr>
          <w:p w:rsidR="00182D46" w:rsidRPr="00FD31FC" w:rsidRDefault="00076190" w:rsidP="00182D46">
            <w:pPr>
              <w:spacing w:before="60" w:after="60" w:line="240" w:lineRule="auto"/>
              <w:rPr>
                <w:rFonts w:cs="Arial"/>
                <w:lang w:val="pt-BR"/>
              </w:rPr>
            </w:pPr>
          </w:p>
        </w:tc>
        <w:tc>
          <w:tcPr>
            <w:tcW w:w="9354" w:type="dxa"/>
            <w:gridSpan w:val="2"/>
          </w:tcPr>
          <w:p w:rsidR="00182D46" w:rsidRPr="00FD31FC" w:rsidRDefault="005F4FD2" w:rsidP="00182D46">
            <w:pPr>
              <w:spacing w:after="0" w:line="240" w:lineRule="auto"/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lang w:val="pt-BR"/>
              </w:rPr>
              <w:t>Investir seu tempo para entender conceitos complexos</w:t>
            </w:r>
          </w:p>
        </w:tc>
      </w:tr>
      <w:tr w:rsidR="009D6401" w:rsidRPr="00FD31FC" w:rsidTr="005932EB">
        <w:tc>
          <w:tcPr>
            <w:cnfStyle w:val="001000000000"/>
            <w:tcW w:w="475" w:type="dxa"/>
          </w:tcPr>
          <w:p w:rsidR="00182D46" w:rsidRPr="00FD31FC" w:rsidRDefault="00076190" w:rsidP="00182D46">
            <w:pPr>
              <w:spacing w:before="60" w:after="60" w:line="240" w:lineRule="auto"/>
              <w:rPr>
                <w:rFonts w:cs="Arial"/>
                <w:lang w:val="pt-BR"/>
              </w:rPr>
            </w:pPr>
          </w:p>
        </w:tc>
        <w:tc>
          <w:tcPr>
            <w:tcW w:w="9354" w:type="dxa"/>
            <w:gridSpan w:val="2"/>
          </w:tcPr>
          <w:p w:rsidR="00182D46" w:rsidRPr="00FD31FC" w:rsidRDefault="005F4FD2" w:rsidP="00182D46">
            <w:pPr>
              <w:spacing w:after="0" w:line="240" w:lineRule="auto"/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lang w:val="pt-BR"/>
              </w:rPr>
              <w:t>Investigar novos projetos matemáticos ou científicos</w:t>
            </w:r>
          </w:p>
        </w:tc>
      </w:tr>
      <w:tr w:rsidR="009D6401" w:rsidRPr="00FD31FC" w:rsidTr="005932EB">
        <w:tc>
          <w:tcPr>
            <w:cnfStyle w:val="001000000000"/>
            <w:tcW w:w="3234" w:type="dxa"/>
            <w:gridSpan w:val="2"/>
          </w:tcPr>
          <w:p w:rsidR="00182D46" w:rsidRPr="00FD31FC" w:rsidRDefault="005F4FD2" w:rsidP="00182D46">
            <w:pPr>
              <w:pStyle w:val="TableTextGeorgia"/>
              <w:rPr>
                <w:rFonts w:cs="Arial"/>
                <w:lang w:val="pt-BR"/>
              </w:rPr>
            </w:pPr>
            <w:r w:rsidRPr="00FD31FC">
              <w:rPr>
                <w:rFonts w:eastAsia="Georgia" w:cs="Georgia"/>
                <w:i/>
                <w:iCs/>
                <w:lang w:val="pt-BR"/>
              </w:rPr>
              <w:t>Placar Investigativo Total:</w:t>
            </w:r>
          </w:p>
        </w:tc>
        <w:tc>
          <w:tcPr>
            <w:tcW w:w="6595" w:type="dxa"/>
          </w:tcPr>
          <w:p w:rsidR="00182D46" w:rsidRPr="00FD31FC" w:rsidRDefault="00F749EC" w:rsidP="00182D46">
            <w:pPr>
              <w:spacing w:after="0" w:line="240" w:lineRule="auto"/>
              <w:cnfStyle w:val="000000000000"/>
              <w:rPr>
                <w:rFonts w:cs="Arial"/>
                <w:lang w:val="pt-BR"/>
              </w:rPr>
            </w:pPr>
            <w:r w:rsidRPr="00F749EC">
              <w:rPr>
                <w:noProof/>
                <w:lang w:val="pt-BR" w:eastAsia="en-GB"/>
              </w:rPr>
              <w:pict>
                <v:rect id="_x0000_s1038" style="position:absolute;margin-left:-1.9pt;margin-top:.25pt;width:12.15pt;height:12.35pt;z-index:251658240;mso-position-horizontal-relative:text;mso-position-vertical-relative:text" strokecolor="#dc6900"/>
              </w:pict>
            </w:r>
          </w:p>
        </w:tc>
      </w:tr>
    </w:tbl>
    <w:p w:rsidR="003F6057" w:rsidRPr="00FD31FC" w:rsidRDefault="00076190" w:rsidP="00C53499">
      <w:pPr>
        <w:pStyle w:val="BodyText"/>
        <w:rPr>
          <w:lang w:val="pt-BR"/>
        </w:rPr>
      </w:pPr>
    </w:p>
    <w:p w:rsidR="003F6057" w:rsidRPr="00FD31FC" w:rsidRDefault="005F4FD2">
      <w:pPr>
        <w:rPr>
          <w:lang w:val="pt-BR"/>
        </w:rPr>
      </w:pPr>
      <w:r w:rsidRPr="00FD31FC">
        <w:rPr>
          <w:lang w:val="pt-BR"/>
        </w:rPr>
        <w:br w:type="page"/>
      </w:r>
    </w:p>
    <w:tbl>
      <w:tblPr>
        <w:tblStyle w:val="DP-Plain10"/>
        <w:tblW w:w="5054" w:type="pct"/>
        <w:tblBorders>
          <w:insideH w:val="nil"/>
        </w:tblBorders>
        <w:tblLook w:val="04A0"/>
      </w:tblPr>
      <w:tblGrid>
        <w:gridCol w:w="472"/>
        <w:gridCol w:w="2762"/>
        <w:gridCol w:w="6096"/>
      </w:tblGrid>
      <w:tr w:rsidR="009D6401" w:rsidRPr="00FD31FC" w:rsidTr="00144CA4">
        <w:trPr>
          <w:cnfStyle w:val="100000000000"/>
        </w:trPr>
        <w:tc>
          <w:tcPr>
            <w:cnfStyle w:val="001000000000"/>
            <w:tcW w:w="9329" w:type="dxa"/>
            <w:gridSpan w:val="3"/>
          </w:tcPr>
          <w:p w:rsidR="003F6057" w:rsidRPr="00FD31FC" w:rsidRDefault="005F4FD2" w:rsidP="003F6057">
            <w:pPr>
              <w:pStyle w:val="TableTitleGeorgia"/>
              <w:spacing w:before="60" w:after="60" w:line="240" w:lineRule="auto"/>
              <w:contextualSpacing w:val="0"/>
              <w:rPr>
                <w:lang w:val="pt-BR"/>
              </w:rPr>
            </w:pPr>
            <w:r w:rsidRPr="00FD31FC">
              <w:rPr>
                <w:rFonts w:eastAsiaTheme="minorHAnsi" w:cstheme="minorBidi"/>
                <w:bCs/>
                <w:iCs/>
                <w:color w:val="DC6900"/>
                <w:szCs w:val="20"/>
                <w:lang w:val="pt-BR"/>
              </w:rPr>
              <w:lastRenderedPageBreak/>
              <w:t>Artístico</w:t>
            </w:r>
          </w:p>
          <w:p w:rsidR="003F6057" w:rsidRPr="00FD31FC" w:rsidRDefault="005F4FD2" w:rsidP="003F6057">
            <w:pPr>
              <w:pStyle w:val="TableTextGeorgia"/>
              <w:rPr>
                <w:rFonts w:cs="Arial"/>
                <w:i/>
                <w:lang w:val="pt-BR"/>
              </w:rPr>
            </w:pPr>
            <w:r w:rsidRPr="00FD31FC">
              <w:rPr>
                <w:rFonts w:eastAsia="Georgia" w:cs="Georgia"/>
                <w:i/>
                <w:iCs/>
                <w:lang w:val="pt-BR"/>
              </w:rPr>
              <w:t>Vocês amam desenhar e criar coisas?</w:t>
            </w:r>
          </w:p>
          <w:p w:rsidR="003F6057" w:rsidRPr="00FD31FC" w:rsidRDefault="005F4FD2" w:rsidP="005932EB">
            <w:pPr>
              <w:pStyle w:val="TableTextGeorgia"/>
              <w:rPr>
                <w:rFonts w:cs="Arial"/>
                <w:lang w:val="pt-BR"/>
              </w:rPr>
            </w:pPr>
            <w:r w:rsidRPr="00FD31FC">
              <w:rPr>
                <w:rFonts w:eastAsia="Georgia" w:cs="Georgia"/>
                <w:lang w:val="pt-BR"/>
              </w:rPr>
              <w:t>Avaliem o nível de interesse que vocês acham que têm para cada área listada abaixo, desde</w:t>
            </w:r>
            <w:r w:rsidRPr="00FD31FC">
              <w:rPr>
                <w:rFonts w:eastAsia="Georgia" w:cs="Georgia"/>
                <w:b/>
                <w:bCs/>
                <w:lang w:val="pt-BR"/>
              </w:rPr>
              <w:t xml:space="preserve"> 0 (sem interesse) até 5 (muito interesse).</w:t>
            </w:r>
          </w:p>
        </w:tc>
      </w:tr>
      <w:tr w:rsidR="009D6401" w:rsidRPr="00FD31FC" w:rsidTr="00144CA4">
        <w:tc>
          <w:tcPr>
            <w:cnfStyle w:val="001000000000"/>
            <w:tcW w:w="472" w:type="dxa"/>
          </w:tcPr>
          <w:p w:rsidR="003F6057" w:rsidRPr="00FD31FC" w:rsidRDefault="00F749EC" w:rsidP="003F6057">
            <w:pPr>
              <w:spacing w:before="60" w:after="60" w:line="240" w:lineRule="auto"/>
              <w:rPr>
                <w:rFonts w:cs="Arial"/>
                <w:lang w:val="pt-BR"/>
              </w:rPr>
            </w:pPr>
            <w:r w:rsidRPr="00F749EC">
              <w:rPr>
                <w:rFonts w:cs="Arial"/>
                <w:noProof/>
                <w:lang w:val="pt-BR" w:eastAsia="en-GB"/>
              </w:rPr>
              <w:pict>
                <v:rect id="_x0000_s1039" style="position:absolute;margin-left:1.55pt;margin-top:88.65pt;width:12.15pt;height:12.35pt;z-index:251677696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40" style="position:absolute;margin-left:1.55pt;margin-top:72.65pt;width:12.15pt;height:12.35pt;z-index:251676672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41" style="position:absolute;margin-left:1.55pt;margin-top:54.2pt;width:12.15pt;height:12.35pt;z-index:251675648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42" style="position:absolute;margin-left:1.55pt;margin-top:37.15pt;width:12.15pt;height:12.35pt;z-index:251674624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43" style="position:absolute;margin-left:1.55pt;margin-top:20.55pt;width:12.15pt;height:12.35pt;z-index:251673600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44" style="position:absolute;margin-left:1.55pt;margin-top:1.7pt;width:12.15pt;height:12.35pt;z-index:251672576;mso-position-horizontal-relative:text;mso-position-vertical-relative:text" strokecolor="#dc6900"/>
              </w:pict>
            </w:r>
            <w:r w:rsidR="005F4FD2" w:rsidRPr="00FD31FC">
              <w:rPr>
                <w:rFonts w:cs="Arial"/>
                <w:lang w:val="pt-BR"/>
              </w:rPr>
              <w:t xml:space="preserve"> </w:t>
            </w:r>
          </w:p>
        </w:tc>
        <w:tc>
          <w:tcPr>
            <w:tcW w:w="8857" w:type="dxa"/>
            <w:gridSpan w:val="2"/>
          </w:tcPr>
          <w:p w:rsidR="003F6057" w:rsidRPr="00FD31FC" w:rsidRDefault="005F4FD2" w:rsidP="003F6057">
            <w:pPr>
              <w:spacing w:after="0" w:line="240" w:lineRule="auto"/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lang w:val="pt-BR"/>
              </w:rPr>
              <w:t>Desenhar uma nova imagem, flyer ou cartaz</w:t>
            </w:r>
          </w:p>
        </w:tc>
      </w:tr>
      <w:tr w:rsidR="009D6401" w:rsidRPr="00FD31FC" w:rsidTr="00144CA4">
        <w:tc>
          <w:tcPr>
            <w:cnfStyle w:val="001000000000"/>
            <w:tcW w:w="472" w:type="dxa"/>
          </w:tcPr>
          <w:p w:rsidR="003F6057" w:rsidRPr="00FD31FC" w:rsidRDefault="00076190" w:rsidP="003F6057">
            <w:pPr>
              <w:spacing w:before="60" w:after="60" w:line="240" w:lineRule="auto"/>
              <w:rPr>
                <w:rFonts w:cs="Arial"/>
                <w:lang w:val="pt-BR"/>
              </w:rPr>
            </w:pPr>
          </w:p>
        </w:tc>
        <w:tc>
          <w:tcPr>
            <w:tcW w:w="8857" w:type="dxa"/>
            <w:gridSpan w:val="2"/>
          </w:tcPr>
          <w:p w:rsidR="003F6057" w:rsidRPr="00FD31FC" w:rsidRDefault="005F4FD2" w:rsidP="003F6057">
            <w:pPr>
              <w:spacing w:after="0" w:line="240" w:lineRule="auto"/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lang w:val="pt-BR"/>
              </w:rPr>
              <w:t>Gerar ideias inovadoras e soluções para um problema</w:t>
            </w:r>
          </w:p>
        </w:tc>
      </w:tr>
      <w:tr w:rsidR="009D6401" w:rsidRPr="00FD31FC" w:rsidTr="00144CA4">
        <w:tc>
          <w:tcPr>
            <w:cnfStyle w:val="001000000000"/>
            <w:tcW w:w="472" w:type="dxa"/>
          </w:tcPr>
          <w:p w:rsidR="003F6057" w:rsidRPr="00FD31FC" w:rsidRDefault="00076190" w:rsidP="003F6057">
            <w:pPr>
              <w:spacing w:before="60" w:after="60" w:line="240" w:lineRule="auto"/>
              <w:rPr>
                <w:rFonts w:cs="Arial"/>
                <w:lang w:val="pt-BR"/>
              </w:rPr>
            </w:pPr>
          </w:p>
        </w:tc>
        <w:tc>
          <w:tcPr>
            <w:tcW w:w="8857" w:type="dxa"/>
            <w:gridSpan w:val="2"/>
          </w:tcPr>
          <w:p w:rsidR="003F6057" w:rsidRPr="00FD31FC" w:rsidRDefault="005F4FD2" w:rsidP="003F6057">
            <w:pPr>
              <w:spacing w:after="0" w:line="240" w:lineRule="auto"/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lang w:val="pt-BR"/>
              </w:rPr>
              <w:t>Atuar em uma produção dramática</w:t>
            </w:r>
          </w:p>
        </w:tc>
      </w:tr>
      <w:tr w:rsidR="009D6401" w:rsidRPr="00FD31FC" w:rsidTr="00144CA4">
        <w:tc>
          <w:tcPr>
            <w:cnfStyle w:val="001000000000"/>
            <w:tcW w:w="472" w:type="dxa"/>
          </w:tcPr>
          <w:p w:rsidR="003F6057" w:rsidRPr="00FD31FC" w:rsidRDefault="00076190" w:rsidP="003F6057">
            <w:pPr>
              <w:spacing w:before="60" w:after="60" w:line="240" w:lineRule="auto"/>
              <w:rPr>
                <w:rFonts w:cs="Arial"/>
                <w:lang w:val="pt-BR"/>
              </w:rPr>
            </w:pPr>
          </w:p>
        </w:tc>
        <w:tc>
          <w:tcPr>
            <w:tcW w:w="8857" w:type="dxa"/>
            <w:gridSpan w:val="2"/>
          </w:tcPr>
          <w:p w:rsidR="003F6057" w:rsidRPr="00FD31FC" w:rsidRDefault="005F4FD2" w:rsidP="003F6057">
            <w:pPr>
              <w:spacing w:after="0" w:line="240" w:lineRule="auto"/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lang w:val="pt-BR"/>
              </w:rPr>
              <w:t>Escrever uma história ou ensaio criativo</w:t>
            </w:r>
          </w:p>
        </w:tc>
      </w:tr>
      <w:tr w:rsidR="009D6401" w:rsidRPr="00FD31FC" w:rsidTr="00144CA4">
        <w:tc>
          <w:tcPr>
            <w:cnfStyle w:val="001000000000"/>
            <w:tcW w:w="472" w:type="dxa"/>
          </w:tcPr>
          <w:p w:rsidR="003F6057" w:rsidRPr="00FD31FC" w:rsidRDefault="00076190" w:rsidP="003F6057">
            <w:pPr>
              <w:spacing w:before="60" w:after="60" w:line="240" w:lineRule="auto"/>
              <w:rPr>
                <w:rFonts w:cs="Arial"/>
                <w:lang w:val="pt-BR"/>
              </w:rPr>
            </w:pPr>
          </w:p>
        </w:tc>
        <w:tc>
          <w:tcPr>
            <w:tcW w:w="8857" w:type="dxa"/>
            <w:gridSpan w:val="2"/>
          </w:tcPr>
          <w:p w:rsidR="003F6057" w:rsidRPr="00FD31FC" w:rsidRDefault="005F4FD2" w:rsidP="003F6057">
            <w:pPr>
              <w:spacing w:after="0" w:line="240" w:lineRule="auto"/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lang w:val="pt-BR"/>
              </w:rPr>
              <w:t>Tocar um instrumento musical</w:t>
            </w:r>
          </w:p>
        </w:tc>
      </w:tr>
      <w:tr w:rsidR="009D6401" w:rsidRPr="00FD31FC" w:rsidTr="00144CA4">
        <w:tc>
          <w:tcPr>
            <w:cnfStyle w:val="001000000000"/>
            <w:tcW w:w="472" w:type="dxa"/>
          </w:tcPr>
          <w:p w:rsidR="003F6057" w:rsidRPr="00FD31FC" w:rsidRDefault="00076190" w:rsidP="003F6057">
            <w:pPr>
              <w:spacing w:before="60" w:after="60" w:line="240" w:lineRule="auto"/>
              <w:rPr>
                <w:rFonts w:cs="Arial"/>
                <w:lang w:val="pt-BR"/>
              </w:rPr>
            </w:pPr>
          </w:p>
        </w:tc>
        <w:tc>
          <w:tcPr>
            <w:tcW w:w="8857" w:type="dxa"/>
            <w:gridSpan w:val="2"/>
          </w:tcPr>
          <w:p w:rsidR="003F6057" w:rsidRPr="00FD31FC" w:rsidRDefault="005F4FD2" w:rsidP="003F6057">
            <w:pPr>
              <w:spacing w:after="0" w:line="240" w:lineRule="auto"/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lang w:val="pt-BR"/>
              </w:rPr>
              <w:t>Expressar suas emoções com liberdade e franqueza</w:t>
            </w:r>
          </w:p>
        </w:tc>
      </w:tr>
      <w:tr w:rsidR="009D6401" w:rsidRPr="00FD31FC" w:rsidTr="00144CA4">
        <w:tc>
          <w:tcPr>
            <w:cnfStyle w:val="001000000000"/>
            <w:tcW w:w="3234" w:type="dxa"/>
            <w:gridSpan w:val="2"/>
          </w:tcPr>
          <w:p w:rsidR="003F6057" w:rsidRPr="00FD31FC" w:rsidRDefault="005F4FD2" w:rsidP="007B7B8A">
            <w:pPr>
              <w:pStyle w:val="TableTextGeorgia"/>
              <w:rPr>
                <w:rFonts w:cs="Arial"/>
                <w:lang w:val="pt-BR"/>
              </w:rPr>
            </w:pPr>
            <w:r w:rsidRPr="00FD31FC">
              <w:rPr>
                <w:rFonts w:eastAsia="Georgia" w:cs="Georgia"/>
                <w:i/>
                <w:iCs/>
                <w:lang w:val="pt-BR"/>
              </w:rPr>
              <w:t>Placar Artístico Total:</w:t>
            </w:r>
          </w:p>
        </w:tc>
        <w:tc>
          <w:tcPr>
            <w:tcW w:w="6095" w:type="dxa"/>
          </w:tcPr>
          <w:p w:rsidR="003F6057" w:rsidRPr="00FD31FC" w:rsidRDefault="00F749EC" w:rsidP="003F6057">
            <w:pPr>
              <w:spacing w:after="0" w:line="240" w:lineRule="auto"/>
              <w:cnfStyle w:val="000000000000"/>
              <w:rPr>
                <w:rFonts w:cs="Arial"/>
                <w:lang w:val="pt-BR"/>
              </w:rPr>
            </w:pPr>
            <w:r w:rsidRPr="00F749EC">
              <w:rPr>
                <w:noProof/>
                <w:lang w:val="pt-BR" w:eastAsia="en-GB"/>
              </w:rPr>
              <w:pict>
                <v:rect id="_x0000_s1045" style="position:absolute;margin-left:-1.9pt;margin-top:.25pt;width:12.15pt;height:12.35pt;z-index:251678720;mso-position-horizontal-relative:text;mso-position-vertical-relative:text" strokecolor="#dc6900"/>
              </w:pict>
            </w:r>
          </w:p>
        </w:tc>
      </w:tr>
    </w:tbl>
    <w:p w:rsidR="003F6057" w:rsidRPr="00FD31FC" w:rsidRDefault="00076190" w:rsidP="003F6057">
      <w:pPr>
        <w:pStyle w:val="BodyText"/>
        <w:rPr>
          <w:lang w:val="pt-BR"/>
        </w:rPr>
      </w:pPr>
    </w:p>
    <w:tbl>
      <w:tblPr>
        <w:tblStyle w:val="DP-Plain1"/>
        <w:tblW w:w="5000" w:type="pct"/>
        <w:tblBorders>
          <w:insideH w:val="nil"/>
        </w:tblBorders>
        <w:tblLook w:val="04A0"/>
      </w:tblPr>
      <w:tblGrid>
        <w:gridCol w:w="454"/>
        <w:gridCol w:w="2595"/>
        <w:gridCol w:w="6095"/>
      </w:tblGrid>
      <w:tr w:rsidR="009D6401" w:rsidRPr="00FD31FC" w:rsidTr="00144CA4">
        <w:tc>
          <w:tcPr>
            <w:cnfStyle w:val="001000000000"/>
            <w:tcW w:w="9144" w:type="dxa"/>
            <w:gridSpan w:val="3"/>
          </w:tcPr>
          <w:p w:rsidR="000A6456" w:rsidRPr="00FD31FC" w:rsidRDefault="005F4FD2" w:rsidP="000A6456">
            <w:pPr>
              <w:pStyle w:val="TableTitleGeorgia"/>
              <w:spacing w:before="60" w:after="60" w:line="240" w:lineRule="auto"/>
              <w:contextualSpacing w:val="0"/>
              <w:rPr>
                <w:rFonts w:eastAsiaTheme="minorHAnsi" w:cstheme="minorBidi"/>
                <w:szCs w:val="20"/>
                <w:lang w:val="pt-BR"/>
              </w:rPr>
            </w:pPr>
            <w:r w:rsidRPr="00FD31FC">
              <w:rPr>
                <w:rFonts w:eastAsiaTheme="minorHAnsi" w:cstheme="minorBidi"/>
                <w:bCs/>
                <w:iCs/>
                <w:color w:val="DC6900"/>
                <w:szCs w:val="20"/>
                <w:lang w:val="pt-BR"/>
              </w:rPr>
              <w:t>Social</w:t>
            </w:r>
          </w:p>
          <w:p w:rsidR="000A6456" w:rsidRPr="00FD31FC" w:rsidRDefault="005F4FD2" w:rsidP="00D522B6">
            <w:pPr>
              <w:pStyle w:val="TableTextGeorgia"/>
              <w:rPr>
                <w:i/>
                <w:lang w:val="pt-BR"/>
              </w:rPr>
            </w:pPr>
            <w:r w:rsidRPr="00FD31FC">
              <w:rPr>
                <w:rFonts w:eastAsia="Georgia" w:cs="Georgia"/>
                <w:i/>
                <w:iCs/>
                <w:szCs w:val="20"/>
                <w:lang w:val="pt-BR"/>
              </w:rPr>
              <w:t>Vocês gostam de ajudar os outros? Vocês gostam de trabalhar com crianças? Vocês gostam de trabalhar em grupos ou com os outros?</w:t>
            </w:r>
          </w:p>
          <w:p w:rsidR="000A6456" w:rsidRPr="00FD31FC" w:rsidRDefault="005F4FD2" w:rsidP="005932EB">
            <w:pPr>
              <w:pStyle w:val="TableTextGeorgia"/>
              <w:rPr>
                <w:lang w:val="pt-BR"/>
              </w:rPr>
            </w:pPr>
            <w:r w:rsidRPr="00FD31FC">
              <w:rPr>
                <w:rFonts w:eastAsia="Georgia" w:cs="Georgia"/>
                <w:szCs w:val="20"/>
                <w:lang w:val="pt-BR"/>
              </w:rPr>
              <w:t>Avaliem o nível de interesse que vocês acham que têm para cada área listada abaixo, desde</w:t>
            </w:r>
            <w:r w:rsidRPr="00FD31FC">
              <w:rPr>
                <w:rFonts w:eastAsia="Georgia" w:cs="Georgia"/>
                <w:b/>
                <w:bCs/>
                <w:szCs w:val="20"/>
                <w:lang w:val="pt-BR"/>
              </w:rPr>
              <w:t xml:space="preserve"> 0 (sem interesse) até 5 (muito interesse).</w:t>
            </w:r>
          </w:p>
        </w:tc>
      </w:tr>
      <w:tr w:rsidR="009D6401" w:rsidRPr="00FD31FC" w:rsidTr="00144CA4">
        <w:tc>
          <w:tcPr>
            <w:cnfStyle w:val="001000000000"/>
            <w:tcW w:w="454" w:type="dxa"/>
          </w:tcPr>
          <w:p w:rsidR="000A6456" w:rsidRPr="00FD31FC" w:rsidRDefault="00F749EC" w:rsidP="00D522B6">
            <w:pPr>
              <w:pStyle w:val="TableTextGeorgia"/>
              <w:rPr>
                <w:lang w:val="pt-BR"/>
              </w:rPr>
            </w:pPr>
            <w:r w:rsidRPr="00F749EC">
              <w:rPr>
                <w:noProof/>
                <w:lang w:val="pt-BR" w:eastAsia="en-GB"/>
              </w:rPr>
              <w:pict>
                <v:rect id="_x0000_s1046" style="position:absolute;margin-left:1.55pt;margin-top:88.65pt;width:12.15pt;height:12.35pt;z-index:251684864;mso-position-horizontal-relative:text;mso-position-vertical-relative:text" strokecolor="#dc6900"/>
              </w:pict>
            </w:r>
            <w:r w:rsidRPr="00F749EC">
              <w:rPr>
                <w:noProof/>
                <w:lang w:val="pt-BR" w:eastAsia="en-GB"/>
              </w:rPr>
              <w:pict>
                <v:rect id="_x0000_s1047" style="position:absolute;margin-left:1.55pt;margin-top:72.65pt;width:12.15pt;height:12.35pt;z-index:251683840;mso-position-horizontal-relative:text;mso-position-vertical-relative:text" strokecolor="#dc6900"/>
              </w:pict>
            </w:r>
            <w:r w:rsidRPr="00F749EC">
              <w:rPr>
                <w:noProof/>
                <w:lang w:val="pt-BR" w:eastAsia="en-GB"/>
              </w:rPr>
              <w:pict>
                <v:rect id="_x0000_s1048" style="position:absolute;margin-left:1.55pt;margin-top:54.2pt;width:12.15pt;height:12.35pt;z-index:251682816;mso-position-horizontal-relative:text;mso-position-vertical-relative:text" strokecolor="#dc6900"/>
              </w:pict>
            </w:r>
            <w:r w:rsidRPr="00F749EC">
              <w:rPr>
                <w:noProof/>
                <w:lang w:val="pt-BR" w:eastAsia="en-GB"/>
              </w:rPr>
              <w:pict>
                <v:rect id="_x0000_s1049" style="position:absolute;margin-left:1.55pt;margin-top:37.15pt;width:12.15pt;height:12.35pt;z-index:251681792;mso-position-horizontal-relative:text;mso-position-vertical-relative:text" strokecolor="#dc6900"/>
              </w:pict>
            </w:r>
            <w:r w:rsidRPr="00F749EC">
              <w:rPr>
                <w:noProof/>
                <w:lang w:val="pt-BR" w:eastAsia="en-GB"/>
              </w:rPr>
              <w:pict>
                <v:rect id="_x0000_s1050" style="position:absolute;margin-left:1.55pt;margin-top:20.55pt;width:12.15pt;height:12.35pt;z-index:251680768;mso-position-horizontal-relative:text;mso-position-vertical-relative:text" strokecolor="#dc6900"/>
              </w:pict>
            </w:r>
            <w:r w:rsidRPr="00F749EC">
              <w:rPr>
                <w:noProof/>
                <w:lang w:val="pt-BR" w:eastAsia="en-GB"/>
              </w:rPr>
              <w:pict>
                <v:rect id="_x0000_s1051" style="position:absolute;margin-left:1.55pt;margin-top:1.7pt;width:12.15pt;height:12.35pt;z-index:251679744;mso-position-horizontal-relative:text;mso-position-vertical-relative:text" strokecolor="#dc6900"/>
              </w:pict>
            </w:r>
            <w:r w:rsidR="005F4FD2" w:rsidRPr="00FD31FC">
              <w:rPr>
                <w:lang w:val="pt-BR"/>
              </w:rPr>
              <w:t xml:space="preserve"> </w:t>
            </w:r>
          </w:p>
        </w:tc>
        <w:tc>
          <w:tcPr>
            <w:tcW w:w="8690" w:type="dxa"/>
            <w:gridSpan w:val="2"/>
          </w:tcPr>
          <w:p w:rsidR="000A6456" w:rsidRPr="00FD31FC" w:rsidRDefault="005F4FD2" w:rsidP="00D522B6">
            <w:pPr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color w:val="auto"/>
                <w:szCs w:val="20"/>
                <w:lang w:val="pt-BR"/>
              </w:rPr>
              <w:t>Aconselhar um amigo com um problema pessoal</w:t>
            </w:r>
          </w:p>
        </w:tc>
      </w:tr>
      <w:tr w:rsidR="009D6401" w:rsidRPr="00FD31FC" w:rsidTr="00144CA4">
        <w:tc>
          <w:tcPr>
            <w:cnfStyle w:val="001000000000"/>
            <w:tcW w:w="454" w:type="dxa"/>
          </w:tcPr>
          <w:p w:rsidR="000A6456" w:rsidRPr="00FD31FC" w:rsidRDefault="00076190" w:rsidP="00D522B6">
            <w:pPr>
              <w:pStyle w:val="TableTextGeorgia"/>
              <w:rPr>
                <w:lang w:val="pt-BR"/>
              </w:rPr>
            </w:pPr>
          </w:p>
        </w:tc>
        <w:tc>
          <w:tcPr>
            <w:tcW w:w="8690" w:type="dxa"/>
            <w:gridSpan w:val="2"/>
          </w:tcPr>
          <w:p w:rsidR="000A6456" w:rsidRPr="00FD31FC" w:rsidRDefault="005F4FD2" w:rsidP="00D522B6">
            <w:pPr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color w:val="auto"/>
                <w:szCs w:val="20"/>
                <w:lang w:val="pt-BR"/>
              </w:rPr>
              <w:t>Aconselhar crianças em um grupo comunitário</w:t>
            </w:r>
          </w:p>
        </w:tc>
      </w:tr>
      <w:tr w:rsidR="009D6401" w:rsidRPr="00FD31FC" w:rsidTr="00144CA4">
        <w:tc>
          <w:tcPr>
            <w:cnfStyle w:val="001000000000"/>
            <w:tcW w:w="454" w:type="dxa"/>
          </w:tcPr>
          <w:p w:rsidR="000A6456" w:rsidRPr="00FD31FC" w:rsidRDefault="00076190" w:rsidP="00D522B6">
            <w:pPr>
              <w:pStyle w:val="TableTextGeorgia"/>
              <w:rPr>
                <w:lang w:val="pt-BR"/>
              </w:rPr>
            </w:pPr>
          </w:p>
        </w:tc>
        <w:tc>
          <w:tcPr>
            <w:tcW w:w="8690" w:type="dxa"/>
            <w:gridSpan w:val="2"/>
          </w:tcPr>
          <w:p w:rsidR="000A6456" w:rsidRPr="00FD31FC" w:rsidRDefault="005F4FD2" w:rsidP="00D522B6">
            <w:pPr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color w:val="auto"/>
                <w:szCs w:val="20"/>
                <w:lang w:val="pt-BR"/>
              </w:rPr>
              <w:t>Ensinar novas habilidades às pessoas</w:t>
            </w:r>
          </w:p>
        </w:tc>
      </w:tr>
      <w:tr w:rsidR="009D6401" w:rsidRPr="00FD31FC" w:rsidTr="00144CA4">
        <w:tc>
          <w:tcPr>
            <w:cnfStyle w:val="001000000000"/>
            <w:tcW w:w="454" w:type="dxa"/>
          </w:tcPr>
          <w:p w:rsidR="000A6456" w:rsidRPr="00FD31FC" w:rsidRDefault="00076190" w:rsidP="00D522B6">
            <w:pPr>
              <w:pStyle w:val="TableTextGeorgia"/>
              <w:rPr>
                <w:lang w:val="pt-BR"/>
              </w:rPr>
            </w:pPr>
          </w:p>
        </w:tc>
        <w:tc>
          <w:tcPr>
            <w:tcW w:w="8690" w:type="dxa"/>
            <w:gridSpan w:val="2"/>
          </w:tcPr>
          <w:p w:rsidR="000A6456" w:rsidRPr="00FD31FC" w:rsidRDefault="005F4FD2" w:rsidP="00D522B6">
            <w:pPr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color w:val="auto"/>
                <w:szCs w:val="20"/>
                <w:lang w:val="pt-BR"/>
              </w:rPr>
              <w:t>Participar em atividades que melhorem a sociedade</w:t>
            </w:r>
          </w:p>
        </w:tc>
      </w:tr>
      <w:tr w:rsidR="009D6401" w:rsidRPr="00FD31FC" w:rsidTr="00144CA4">
        <w:tc>
          <w:tcPr>
            <w:cnfStyle w:val="001000000000"/>
            <w:tcW w:w="454" w:type="dxa"/>
          </w:tcPr>
          <w:p w:rsidR="000A6456" w:rsidRPr="00FD31FC" w:rsidRDefault="00076190" w:rsidP="00D522B6">
            <w:pPr>
              <w:pStyle w:val="TableTextGeorgia"/>
              <w:rPr>
                <w:lang w:val="pt-BR"/>
              </w:rPr>
            </w:pPr>
          </w:p>
        </w:tc>
        <w:tc>
          <w:tcPr>
            <w:tcW w:w="8690" w:type="dxa"/>
            <w:gridSpan w:val="2"/>
          </w:tcPr>
          <w:p w:rsidR="000A6456" w:rsidRPr="00FD31FC" w:rsidRDefault="005F4FD2" w:rsidP="00D522B6">
            <w:pPr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color w:val="auto"/>
                <w:szCs w:val="20"/>
                <w:lang w:val="pt-BR"/>
              </w:rPr>
              <w:t>Juntar-se a um grupo de discussão e compartilhar ideias, pensamentos e sentimentos</w:t>
            </w:r>
          </w:p>
        </w:tc>
      </w:tr>
      <w:tr w:rsidR="009D6401" w:rsidRPr="00FD31FC" w:rsidTr="00144CA4">
        <w:tc>
          <w:tcPr>
            <w:cnfStyle w:val="001000000000"/>
            <w:tcW w:w="454" w:type="dxa"/>
          </w:tcPr>
          <w:p w:rsidR="000A6456" w:rsidRPr="00FD31FC" w:rsidRDefault="00076190" w:rsidP="00D522B6">
            <w:pPr>
              <w:pStyle w:val="TableTextGeorgia"/>
              <w:rPr>
                <w:lang w:val="pt-BR"/>
              </w:rPr>
            </w:pPr>
          </w:p>
        </w:tc>
        <w:tc>
          <w:tcPr>
            <w:tcW w:w="8690" w:type="dxa"/>
            <w:gridSpan w:val="2"/>
          </w:tcPr>
          <w:p w:rsidR="000A6456" w:rsidRPr="00FD31FC" w:rsidRDefault="005F4FD2" w:rsidP="00D522B6">
            <w:pPr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color w:val="auto"/>
                <w:szCs w:val="20"/>
                <w:lang w:val="pt-BR"/>
              </w:rPr>
              <w:t>Ajudar os menos afortunados do que você</w:t>
            </w:r>
          </w:p>
        </w:tc>
      </w:tr>
      <w:tr w:rsidR="009D6401" w:rsidRPr="00FD31FC" w:rsidTr="00144CA4">
        <w:tc>
          <w:tcPr>
            <w:cnfStyle w:val="001000000000"/>
            <w:tcW w:w="3049" w:type="dxa"/>
            <w:gridSpan w:val="2"/>
          </w:tcPr>
          <w:p w:rsidR="000A6456" w:rsidRPr="00FD31FC" w:rsidRDefault="005F4FD2" w:rsidP="00D522B6">
            <w:pPr>
              <w:pStyle w:val="TableTextGeorgia"/>
              <w:rPr>
                <w:lang w:val="pt-BR"/>
              </w:rPr>
            </w:pPr>
            <w:r w:rsidRPr="00FD31FC">
              <w:rPr>
                <w:rFonts w:eastAsia="Georgia" w:cs="Georgia"/>
                <w:i/>
                <w:iCs/>
                <w:szCs w:val="20"/>
                <w:lang w:val="pt-BR"/>
              </w:rPr>
              <w:t>Placar Social Total:</w:t>
            </w:r>
          </w:p>
        </w:tc>
        <w:tc>
          <w:tcPr>
            <w:tcW w:w="6095" w:type="dxa"/>
          </w:tcPr>
          <w:p w:rsidR="000A6456" w:rsidRPr="00FD31FC" w:rsidRDefault="00F749EC" w:rsidP="00D522B6">
            <w:pPr>
              <w:cnfStyle w:val="000000000000"/>
              <w:rPr>
                <w:rFonts w:cs="Arial"/>
                <w:lang w:val="pt-BR"/>
              </w:rPr>
            </w:pPr>
            <w:r w:rsidRPr="00F749EC">
              <w:rPr>
                <w:noProof/>
                <w:lang w:val="pt-BR" w:eastAsia="en-GB"/>
              </w:rPr>
              <w:pict>
                <v:rect id="_x0000_s1052" style="position:absolute;margin-left:-1.9pt;margin-top:.25pt;width:12.15pt;height:12.35pt;z-index:251685888;mso-position-horizontal-relative:text;mso-position-vertical-relative:text" strokecolor="#dc6900"/>
              </w:pict>
            </w:r>
          </w:p>
        </w:tc>
      </w:tr>
    </w:tbl>
    <w:p w:rsidR="000A6456" w:rsidRPr="00FD31FC" w:rsidRDefault="00076190" w:rsidP="003F6057">
      <w:pPr>
        <w:pStyle w:val="BodyText"/>
        <w:rPr>
          <w:lang w:val="pt-BR"/>
        </w:rPr>
      </w:pPr>
    </w:p>
    <w:tbl>
      <w:tblPr>
        <w:tblStyle w:val="DP-Plain1"/>
        <w:tblW w:w="5299" w:type="pct"/>
        <w:tblBorders>
          <w:insideH w:val="nil"/>
        </w:tblBorders>
        <w:tblLook w:val="04A0"/>
      </w:tblPr>
      <w:tblGrid>
        <w:gridCol w:w="475"/>
        <w:gridCol w:w="2574"/>
        <w:gridCol w:w="6095"/>
        <w:gridCol w:w="547"/>
      </w:tblGrid>
      <w:tr w:rsidR="009D6401" w:rsidRPr="00FD31FC" w:rsidTr="005932EB">
        <w:trPr>
          <w:gridAfter w:val="1"/>
          <w:wAfter w:w="547" w:type="dxa"/>
        </w:trPr>
        <w:tc>
          <w:tcPr>
            <w:cnfStyle w:val="001000000000"/>
            <w:tcW w:w="9144" w:type="dxa"/>
            <w:gridSpan w:val="3"/>
          </w:tcPr>
          <w:p w:rsidR="00167A03" w:rsidRPr="00FD31FC" w:rsidRDefault="005F4FD2" w:rsidP="006E4E73">
            <w:pPr>
              <w:pStyle w:val="TableTitleGeorgia"/>
              <w:spacing w:before="60" w:after="60" w:line="240" w:lineRule="auto"/>
              <w:contextualSpacing w:val="0"/>
              <w:rPr>
                <w:lang w:val="pt-BR"/>
              </w:rPr>
            </w:pPr>
            <w:r w:rsidRPr="00FD31FC">
              <w:rPr>
                <w:rFonts w:eastAsiaTheme="minorHAnsi" w:cstheme="minorBidi"/>
                <w:bCs/>
                <w:iCs/>
                <w:color w:val="DC6900"/>
                <w:szCs w:val="20"/>
                <w:lang w:val="pt-BR"/>
              </w:rPr>
              <w:t>Empreendedor</w:t>
            </w:r>
          </w:p>
          <w:p w:rsidR="00167A03" w:rsidRPr="00FD31FC" w:rsidRDefault="005F4FD2" w:rsidP="006E4E73">
            <w:pPr>
              <w:pStyle w:val="TableTextGeorgia"/>
              <w:rPr>
                <w:rFonts w:cs="Arial"/>
                <w:i/>
                <w:lang w:val="pt-BR"/>
              </w:rPr>
            </w:pPr>
            <w:r w:rsidRPr="00FD31FC">
              <w:rPr>
                <w:rFonts w:eastAsia="Georgia" w:cs="Georgia"/>
                <w:i/>
                <w:iCs/>
                <w:szCs w:val="20"/>
                <w:lang w:val="pt-BR"/>
              </w:rPr>
              <w:t>Vocês são voltados para negócios? Vocês gostam de trabalhar com pessoas?</w:t>
            </w:r>
          </w:p>
          <w:p w:rsidR="00167A03" w:rsidRPr="00FD31FC" w:rsidRDefault="005F4FD2" w:rsidP="005932EB">
            <w:pPr>
              <w:pStyle w:val="TableTextGeorgia"/>
              <w:rPr>
                <w:rFonts w:cs="Arial"/>
                <w:lang w:val="pt-BR"/>
              </w:rPr>
            </w:pPr>
            <w:r w:rsidRPr="00FD31FC">
              <w:rPr>
                <w:rFonts w:eastAsia="Georgia" w:cs="Georgia"/>
                <w:szCs w:val="20"/>
                <w:lang w:val="pt-BR"/>
              </w:rPr>
              <w:t>Avaliem o nível de interesse que vocês acham que têm para cada área listada abaixo, desde</w:t>
            </w:r>
            <w:r w:rsidRPr="00FD31FC">
              <w:rPr>
                <w:rFonts w:eastAsia="Georgia" w:cs="Georgia"/>
                <w:b/>
                <w:bCs/>
                <w:szCs w:val="20"/>
                <w:lang w:val="pt-BR"/>
              </w:rPr>
              <w:t xml:space="preserve"> 0 (sem interesse) até 5 (muito interesse).</w:t>
            </w:r>
          </w:p>
        </w:tc>
      </w:tr>
      <w:tr w:rsidR="009D6401" w:rsidRPr="00FD31FC" w:rsidTr="005932EB">
        <w:trPr>
          <w:gridAfter w:val="1"/>
          <w:wAfter w:w="547" w:type="dxa"/>
        </w:trPr>
        <w:tc>
          <w:tcPr>
            <w:cnfStyle w:val="001000000000"/>
            <w:tcW w:w="475" w:type="dxa"/>
          </w:tcPr>
          <w:p w:rsidR="00167A03" w:rsidRPr="00FD31FC" w:rsidRDefault="00F749EC" w:rsidP="00167A03">
            <w:pPr>
              <w:spacing w:before="60" w:after="60"/>
              <w:rPr>
                <w:rFonts w:cs="Arial"/>
                <w:lang w:val="pt-BR"/>
              </w:rPr>
            </w:pPr>
            <w:r w:rsidRPr="00F749EC">
              <w:rPr>
                <w:rFonts w:cs="Arial"/>
                <w:noProof/>
                <w:lang w:val="pt-BR" w:eastAsia="ja-JP"/>
              </w:rPr>
              <w:pict>
                <v:rect id="_x0000_s1053" style="position:absolute;margin-left:1.55pt;margin-top:108.55pt;width:12.15pt;height:12.35pt;z-index:251694080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54" style="position:absolute;margin-left:1.55pt;margin-top:88.65pt;width:12.15pt;height:12.35pt;z-index:251692032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55" style="position:absolute;margin-left:1.55pt;margin-top:72.65pt;width:12.15pt;height:12.35pt;z-index:251691008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56" style="position:absolute;margin-left:1.55pt;margin-top:54.2pt;width:12.15pt;height:12.35pt;z-index:251689984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57" style="position:absolute;margin-left:1.55pt;margin-top:37.15pt;width:12.15pt;height:12.35pt;z-index:251688960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58" style="position:absolute;margin-left:1.55pt;margin-top:20.55pt;width:12.15pt;height:12.35pt;z-index:251687936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59" style="position:absolute;margin-left:1.55pt;margin-top:1.7pt;width:12.15pt;height:12.35pt;z-index:251686912;mso-position-horizontal-relative:text;mso-position-vertical-relative:text" strokecolor="#dc6900"/>
              </w:pict>
            </w:r>
            <w:r w:rsidR="005F4FD2" w:rsidRPr="00FD31FC">
              <w:rPr>
                <w:rFonts w:cs="Arial"/>
                <w:lang w:val="pt-BR"/>
              </w:rPr>
              <w:t xml:space="preserve"> </w:t>
            </w:r>
          </w:p>
        </w:tc>
        <w:tc>
          <w:tcPr>
            <w:tcW w:w="8669" w:type="dxa"/>
            <w:gridSpan w:val="2"/>
          </w:tcPr>
          <w:p w:rsidR="00167A03" w:rsidRPr="00FD31FC" w:rsidRDefault="005F4FD2" w:rsidP="00167A03">
            <w:pPr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color w:val="auto"/>
                <w:szCs w:val="20"/>
                <w:lang w:val="pt-BR"/>
              </w:rPr>
              <w:t>Gerenciar um grupo para concluir um projeto</w:t>
            </w:r>
          </w:p>
        </w:tc>
      </w:tr>
      <w:tr w:rsidR="009D6401" w:rsidRPr="00FD31FC" w:rsidTr="005932EB">
        <w:trPr>
          <w:gridAfter w:val="1"/>
          <w:wAfter w:w="547" w:type="dxa"/>
        </w:trPr>
        <w:tc>
          <w:tcPr>
            <w:cnfStyle w:val="001000000000"/>
            <w:tcW w:w="475" w:type="dxa"/>
          </w:tcPr>
          <w:p w:rsidR="00167A03" w:rsidRPr="00FD31FC" w:rsidRDefault="00076190" w:rsidP="00167A03">
            <w:pPr>
              <w:spacing w:before="60" w:after="60"/>
              <w:rPr>
                <w:rFonts w:cs="Arial"/>
                <w:lang w:val="pt-BR"/>
              </w:rPr>
            </w:pPr>
          </w:p>
        </w:tc>
        <w:tc>
          <w:tcPr>
            <w:tcW w:w="8669" w:type="dxa"/>
            <w:gridSpan w:val="2"/>
          </w:tcPr>
          <w:p w:rsidR="00167A03" w:rsidRPr="00FD31FC" w:rsidRDefault="005F4FD2" w:rsidP="00167A03">
            <w:pPr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color w:val="auto"/>
                <w:szCs w:val="20"/>
                <w:lang w:val="pt-BR"/>
              </w:rPr>
              <w:t>Convencer outros a adotarem suas crenças</w:t>
            </w:r>
          </w:p>
        </w:tc>
      </w:tr>
      <w:tr w:rsidR="009D6401" w:rsidRPr="00FD31FC" w:rsidTr="005932EB">
        <w:trPr>
          <w:gridAfter w:val="1"/>
          <w:wAfter w:w="547" w:type="dxa"/>
        </w:trPr>
        <w:tc>
          <w:tcPr>
            <w:cnfStyle w:val="001000000000"/>
            <w:tcW w:w="475" w:type="dxa"/>
          </w:tcPr>
          <w:p w:rsidR="00167A03" w:rsidRPr="00FD31FC" w:rsidRDefault="00076190" w:rsidP="00167A03">
            <w:pPr>
              <w:spacing w:before="60" w:after="60"/>
              <w:rPr>
                <w:rFonts w:cs="Arial"/>
                <w:lang w:val="pt-BR"/>
              </w:rPr>
            </w:pPr>
          </w:p>
        </w:tc>
        <w:tc>
          <w:tcPr>
            <w:tcW w:w="8669" w:type="dxa"/>
            <w:gridSpan w:val="2"/>
          </w:tcPr>
          <w:p w:rsidR="00167A03" w:rsidRPr="00FD31FC" w:rsidRDefault="005F4FD2" w:rsidP="00167A03">
            <w:pPr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color w:val="auto"/>
                <w:szCs w:val="20"/>
                <w:lang w:val="pt-BR"/>
              </w:rPr>
              <w:t>Vender produtos ou serviços ao público</w:t>
            </w:r>
          </w:p>
        </w:tc>
      </w:tr>
      <w:tr w:rsidR="009D6401" w:rsidRPr="00FD31FC" w:rsidTr="005932EB">
        <w:trPr>
          <w:gridAfter w:val="1"/>
          <w:wAfter w:w="547" w:type="dxa"/>
        </w:trPr>
        <w:tc>
          <w:tcPr>
            <w:cnfStyle w:val="001000000000"/>
            <w:tcW w:w="475" w:type="dxa"/>
          </w:tcPr>
          <w:p w:rsidR="00167A03" w:rsidRPr="00FD31FC" w:rsidRDefault="00076190" w:rsidP="00167A03">
            <w:pPr>
              <w:spacing w:before="60" w:after="60"/>
              <w:rPr>
                <w:rFonts w:cs="Arial"/>
                <w:lang w:val="pt-BR"/>
              </w:rPr>
            </w:pPr>
          </w:p>
        </w:tc>
        <w:tc>
          <w:tcPr>
            <w:tcW w:w="8669" w:type="dxa"/>
            <w:gridSpan w:val="2"/>
          </w:tcPr>
          <w:p w:rsidR="00167A03" w:rsidRPr="00FD31FC" w:rsidRDefault="005F4FD2" w:rsidP="00167A03">
            <w:pPr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color w:val="auto"/>
                <w:szCs w:val="20"/>
                <w:lang w:val="pt-BR"/>
              </w:rPr>
              <w:t>Determinar metas e motivar outros para alcançá-las</w:t>
            </w:r>
          </w:p>
        </w:tc>
      </w:tr>
      <w:tr w:rsidR="009D6401" w:rsidRPr="00FD31FC" w:rsidTr="005932EB">
        <w:trPr>
          <w:gridAfter w:val="1"/>
          <w:wAfter w:w="547" w:type="dxa"/>
        </w:trPr>
        <w:tc>
          <w:tcPr>
            <w:cnfStyle w:val="001000000000"/>
            <w:tcW w:w="475" w:type="dxa"/>
          </w:tcPr>
          <w:p w:rsidR="00167A03" w:rsidRPr="00FD31FC" w:rsidRDefault="00076190" w:rsidP="00167A03">
            <w:pPr>
              <w:spacing w:before="60" w:after="60"/>
              <w:rPr>
                <w:rFonts w:cs="Arial"/>
                <w:lang w:val="pt-BR"/>
              </w:rPr>
            </w:pPr>
          </w:p>
        </w:tc>
        <w:tc>
          <w:tcPr>
            <w:tcW w:w="8669" w:type="dxa"/>
            <w:gridSpan w:val="2"/>
          </w:tcPr>
          <w:p w:rsidR="00167A03" w:rsidRPr="00FD31FC" w:rsidRDefault="005F4FD2" w:rsidP="00167A03">
            <w:pPr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color w:val="auto"/>
                <w:szCs w:val="20"/>
                <w:lang w:val="pt-BR"/>
              </w:rPr>
              <w:t>Liderar uma equipe à vitória</w:t>
            </w:r>
          </w:p>
        </w:tc>
      </w:tr>
      <w:tr w:rsidR="009D6401" w:rsidRPr="00FD31FC" w:rsidTr="005932EB">
        <w:trPr>
          <w:gridAfter w:val="1"/>
          <w:wAfter w:w="547" w:type="dxa"/>
        </w:trPr>
        <w:tc>
          <w:tcPr>
            <w:cnfStyle w:val="001000000000"/>
            <w:tcW w:w="475" w:type="dxa"/>
          </w:tcPr>
          <w:p w:rsidR="00167A03" w:rsidRPr="00FD31FC" w:rsidRDefault="00076190" w:rsidP="00167A03">
            <w:pPr>
              <w:spacing w:before="60" w:after="60"/>
              <w:rPr>
                <w:rFonts w:cs="Arial"/>
                <w:lang w:val="pt-BR"/>
              </w:rPr>
            </w:pPr>
          </w:p>
        </w:tc>
        <w:tc>
          <w:tcPr>
            <w:tcW w:w="8669" w:type="dxa"/>
            <w:gridSpan w:val="2"/>
          </w:tcPr>
          <w:p w:rsidR="00167A03" w:rsidRPr="00FD31FC" w:rsidRDefault="005F4FD2" w:rsidP="00167A03">
            <w:pPr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color w:val="auto"/>
                <w:szCs w:val="20"/>
                <w:lang w:val="pt-BR"/>
              </w:rPr>
              <w:t>Trabalhar em um ambiente sofisticado e descontraído</w:t>
            </w:r>
          </w:p>
        </w:tc>
      </w:tr>
      <w:tr w:rsidR="009D6401" w:rsidRPr="00FD31FC" w:rsidTr="005932EB">
        <w:tc>
          <w:tcPr>
            <w:cnfStyle w:val="001000000000"/>
            <w:tcW w:w="3049" w:type="dxa"/>
            <w:gridSpan w:val="2"/>
          </w:tcPr>
          <w:p w:rsidR="00167A03" w:rsidRPr="00FD31FC" w:rsidRDefault="005F4FD2" w:rsidP="006E4E73">
            <w:pPr>
              <w:pStyle w:val="TableTextGeorgia"/>
              <w:rPr>
                <w:rFonts w:cs="Arial"/>
                <w:lang w:val="pt-BR"/>
              </w:rPr>
            </w:pPr>
            <w:r w:rsidRPr="00FD31FC">
              <w:rPr>
                <w:rFonts w:eastAsia="Georgia" w:cs="Georgia"/>
                <w:i/>
                <w:iCs/>
                <w:szCs w:val="20"/>
                <w:lang w:val="pt-BR"/>
              </w:rPr>
              <w:t>Placar Empreendedor Total:</w:t>
            </w:r>
          </w:p>
        </w:tc>
        <w:tc>
          <w:tcPr>
            <w:tcW w:w="6642" w:type="dxa"/>
            <w:gridSpan w:val="2"/>
          </w:tcPr>
          <w:p w:rsidR="00167A03" w:rsidRPr="00FD31FC" w:rsidRDefault="00F749EC" w:rsidP="00167A03">
            <w:pPr>
              <w:cnfStyle w:val="000000000000"/>
              <w:rPr>
                <w:rFonts w:cs="Arial"/>
                <w:lang w:val="pt-BR"/>
              </w:rPr>
            </w:pPr>
            <w:r w:rsidRPr="00F749EC">
              <w:rPr>
                <w:noProof/>
                <w:lang w:val="pt-BR" w:eastAsia="en-GB"/>
              </w:rPr>
              <w:pict>
                <v:rect id="_x0000_s1060" style="position:absolute;margin-left:-1.9pt;margin-top:.25pt;width:12.15pt;height:12.35pt;z-index:251693056;mso-position-horizontal-relative:text;mso-position-vertical-relative:text" strokecolor="#dc6900"/>
              </w:pict>
            </w:r>
          </w:p>
        </w:tc>
      </w:tr>
    </w:tbl>
    <w:p w:rsidR="000B0985" w:rsidRPr="00FD31FC" w:rsidRDefault="00076190">
      <w:pPr>
        <w:rPr>
          <w:lang w:val="pt-BR"/>
        </w:rPr>
        <w:sectPr w:rsidR="000B0985" w:rsidRPr="00FD31FC" w:rsidSect="008D6C16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 w:code="1"/>
          <w:pgMar w:top="1728" w:right="720" w:bottom="1080" w:left="2520" w:header="562" w:footer="562" w:gutter="0"/>
          <w:cols w:space="708"/>
          <w:titlePg/>
          <w:docGrid w:linePitch="360"/>
        </w:sectPr>
      </w:pPr>
    </w:p>
    <w:tbl>
      <w:tblPr>
        <w:tblStyle w:val="DP-Plain1"/>
        <w:tblW w:w="4923" w:type="pct"/>
        <w:tblBorders>
          <w:insideH w:val="nil"/>
        </w:tblBorders>
        <w:tblLook w:val="04A0"/>
      </w:tblPr>
      <w:tblGrid>
        <w:gridCol w:w="475"/>
        <w:gridCol w:w="2432"/>
        <w:gridCol w:w="6096"/>
      </w:tblGrid>
      <w:tr w:rsidR="009D6401" w:rsidRPr="00FD31FC" w:rsidTr="005932EB">
        <w:tc>
          <w:tcPr>
            <w:cnfStyle w:val="001000000000"/>
            <w:tcW w:w="9003" w:type="dxa"/>
            <w:gridSpan w:val="3"/>
          </w:tcPr>
          <w:p w:rsidR="00CB1365" w:rsidRPr="00FD31FC" w:rsidRDefault="005F4FD2" w:rsidP="00CB1365">
            <w:pPr>
              <w:pStyle w:val="TableTitleGeorgia"/>
              <w:spacing w:before="60" w:after="60" w:line="240" w:lineRule="auto"/>
              <w:contextualSpacing w:val="0"/>
              <w:rPr>
                <w:lang w:val="pt-BR"/>
              </w:rPr>
            </w:pPr>
            <w:r w:rsidRPr="00FD31FC">
              <w:rPr>
                <w:rFonts w:eastAsiaTheme="minorHAnsi" w:cstheme="minorBidi"/>
                <w:bCs/>
                <w:iCs/>
                <w:color w:val="DC6900"/>
                <w:szCs w:val="20"/>
                <w:lang w:val="pt-BR"/>
              </w:rPr>
              <w:lastRenderedPageBreak/>
              <w:t>Convencional</w:t>
            </w:r>
          </w:p>
          <w:p w:rsidR="00CB1365" w:rsidRPr="00FD31FC" w:rsidRDefault="005F4FD2" w:rsidP="00CB1365">
            <w:pPr>
              <w:pStyle w:val="TableTextGeorgia"/>
              <w:rPr>
                <w:i/>
                <w:lang w:val="pt-BR"/>
              </w:rPr>
            </w:pPr>
            <w:r w:rsidRPr="00FD31FC">
              <w:rPr>
                <w:rFonts w:eastAsia="Georgia" w:cs="Georgia"/>
                <w:i/>
                <w:iCs/>
                <w:szCs w:val="20"/>
                <w:lang w:val="pt-BR"/>
              </w:rPr>
              <w:t>Vocês gostam de organizar coisas? Vocês gostam de tarefas e ambientes previsíveis e de rotina?</w:t>
            </w:r>
          </w:p>
          <w:p w:rsidR="00CB1365" w:rsidRPr="00FD31FC" w:rsidRDefault="005F4FD2" w:rsidP="005932EB">
            <w:pPr>
              <w:pStyle w:val="TableTextGeorgia"/>
              <w:rPr>
                <w:rFonts w:cs="Arial"/>
                <w:lang w:val="pt-BR"/>
              </w:rPr>
            </w:pPr>
            <w:r w:rsidRPr="00FD31FC">
              <w:rPr>
                <w:rFonts w:eastAsia="Georgia" w:cs="Georgia"/>
                <w:szCs w:val="20"/>
                <w:lang w:val="pt-BR"/>
              </w:rPr>
              <w:t>Avaliem o nível de interesse que vocês acham que têm para cada área listada abaixo, desde</w:t>
            </w:r>
            <w:r w:rsidRPr="00FD31FC">
              <w:rPr>
                <w:rFonts w:eastAsia="Georgia" w:cs="Georgia"/>
                <w:b/>
                <w:bCs/>
                <w:szCs w:val="20"/>
                <w:lang w:val="pt-BR"/>
              </w:rPr>
              <w:t xml:space="preserve"> 0 (sem interesse) até 5 (muito interesse).</w:t>
            </w:r>
          </w:p>
        </w:tc>
      </w:tr>
      <w:tr w:rsidR="009D6401" w:rsidRPr="00FD31FC" w:rsidTr="005932EB">
        <w:tc>
          <w:tcPr>
            <w:cnfStyle w:val="001000000000"/>
            <w:tcW w:w="475" w:type="dxa"/>
          </w:tcPr>
          <w:p w:rsidR="00CB1365" w:rsidRPr="00FD31FC" w:rsidRDefault="00F749EC" w:rsidP="00CB1365">
            <w:pPr>
              <w:spacing w:before="60" w:after="60"/>
              <w:rPr>
                <w:rFonts w:cs="Arial"/>
                <w:lang w:val="pt-BR"/>
              </w:rPr>
            </w:pPr>
            <w:r w:rsidRPr="00F749EC">
              <w:rPr>
                <w:rFonts w:cs="Arial"/>
                <w:noProof/>
                <w:lang w:val="pt-BR" w:eastAsia="en-GB"/>
              </w:rPr>
              <w:pict>
                <v:rect id="_x0000_s1061" style="position:absolute;margin-left:1.55pt;margin-top:88.65pt;width:12.15pt;height:12.35pt;z-index:251700224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62" style="position:absolute;margin-left:1.55pt;margin-top:72.65pt;width:12.15pt;height:12.35pt;z-index:251699200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63" style="position:absolute;margin-left:1.55pt;margin-top:54.2pt;width:12.15pt;height:12.35pt;z-index:251698176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64" style="position:absolute;margin-left:1.55pt;margin-top:37.15pt;width:12.15pt;height:12.35pt;z-index:251697152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65" style="position:absolute;margin-left:1.55pt;margin-top:20.55pt;width:12.15pt;height:12.35pt;z-index:251696128;mso-position-horizontal-relative:text;mso-position-vertical-relative:text" strokecolor="#dc6900"/>
              </w:pict>
            </w:r>
            <w:r w:rsidRPr="00F749EC">
              <w:rPr>
                <w:rFonts w:cs="Arial"/>
                <w:noProof/>
                <w:lang w:val="pt-BR" w:eastAsia="en-GB"/>
              </w:rPr>
              <w:pict>
                <v:rect id="_x0000_s1066" style="position:absolute;margin-left:1.55pt;margin-top:1.7pt;width:12.15pt;height:12.35pt;z-index:251695104;mso-position-horizontal-relative:text;mso-position-vertical-relative:text" strokecolor="#dc6900"/>
              </w:pict>
            </w:r>
            <w:r w:rsidR="005F4FD2" w:rsidRPr="00FD31FC">
              <w:rPr>
                <w:rFonts w:cs="Arial"/>
                <w:lang w:val="pt-BR"/>
              </w:rPr>
              <w:t xml:space="preserve"> </w:t>
            </w:r>
          </w:p>
        </w:tc>
        <w:tc>
          <w:tcPr>
            <w:tcW w:w="8528" w:type="dxa"/>
            <w:gridSpan w:val="2"/>
          </w:tcPr>
          <w:p w:rsidR="00CB1365" w:rsidRPr="00FD31FC" w:rsidRDefault="005F4FD2" w:rsidP="00CB1365">
            <w:pPr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color w:val="auto"/>
                <w:szCs w:val="20"/>
                <w:lang w:val="pt-BR"/>
              </w:rPr>
              <w:t>Seguir um conjunto organizado de regras</w:t>
            </w:r>
          </w:p>
        </w:tc>
      </w:tr>
      <w:tr w:rsidR="009D6401" w:rsidRPr="00FD31FC" w:rsidTr="005932EB">
        <w:tc>
          <w:tcPr>
            <w:cnfStyle w:val="001000000000"/>
            <w:tcW w:w="475" w:type="dxa"/>
          </w:tcPr>
          <w:p w:rsidR="00CB1365" w:rsidRPr="00FD31FC" w:rsidRDefault="00076190" w:rsidP="00CB1365">
            <w:pPr>
              <w:spacing w:before="60" w:after="60"/>
              <w:rPr>
                <w:rFonts w:cs="Arial"/>
                <w:lang w:val="pt-BR"/>
              </w:rPr>
            </w:pPr>
          </w:p>
        </w:tc>
        <w:tc>
          <w:tcPr>
            <w:tcW w:w="8528" w:type="dxa"/>
            <w:gridSpan w:val="2"/>
          </w:tcPr>
          <w:p w:rsidR="00CB1365" w:rsidRPr="00FD31FC" w:rsidRDefault="005F4FD2" w:rsidP="00CB1365">
            <w:pPr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color w:val="auto"/>
                <w:szCs w:val="20"/>
                <w:lang w:val="pt-BR"/>
              </w:rPr>
              <w:t>Trabalhar em um ambiente previsível e estruturado</w:t>
            </w:r>
          </w:p>
        </w:tc>
      </w:tr>
      <w:tr w:rsidR="009D6401" w:rsidRPr="00FD31FC" w:rsidTr="005932EB">
        <w:tc>
          <w:tcPr>
            <w:cnfStyle w:val="001000000000"/>
            <w:tcW w:w="475" w:type="dxa"/>
          </w:tcPr>
          <w:p w:rsidR="00CB1365" w:rsidRPr="00FD31FC" w:rsidRDefault="00076190" w:rsidP="00CB1365">
            <w:pPr>
              <w:spacing w:before="60" w:after="60"/>
              <w:rPr>
                <w:rFonts w:cs="Arial"/>
                <w:lang w:val="pt-BR"/>
              </w:rPr>
            </w:pPr>
          </w:p>
        </w:tc>
        <w:tc>
          <w:tcPr>
            <w:tcW w:w="8528" w:type="dxa"/>
            <w:gridSpan w:val="2"/>
          </w:tcPr>
          <w:p w:rsidR="00CB1365" w:rsidRPr="00FD31FC" w:rsidRDefault="005F4FD2" w:rsidP="00CB1365">
            <w:pPr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color w:val="auto"/>
                <w:szCs w:val="20"/>
                <w:lang w:val="pt-BR"/>
              </w:rPr>
              <w:t>Processar dados ou registros de forma ordenada</w:t>
            </w:r>
          </w:p>
        </w:tc>
      </w:tr>
      <w:tr w:rsidR="009D6401" w:rsidRPr="00FD31FC" w:rsidTr="005932EB">
        <w:tc>
          <w:tcPr>
            <w:cnfStyle w:val="001000000000"/>
            <w:tcW w:w="475" w:type="dxa"/>
          </w:tcPr>
          <w:p w:rsidR="00CB1365" w:rsidRPr="00FD31FC" w:rsidRDefault="00076190" w:rsidP="00CB1365">
            <w:pPr>
              <w:spacing w:before="60" w:after="60"/>
              <w:rPr>
                <w:rFonts w:cs="Arial"/>
                <w:lang w:val="pt-BR"/>
              </w:rPr>
            </w:pPr>
          </w:p>
        </w:tc>
        <w:tc>
          <w:tcPr>
            <w:tcW w:w="8528" w:type="dxa"/>
            <w:gridSpan w:val="2"/>
          </w:tcPr>
          <w:p w:rsidR="00CB1365" w:rsidRPr="00FD31FC" w:rsidRDefault="005F4FD2" w:rsidP="00CB1365">
            <w:pPr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color w:val="auto"/>
                <w:szCs w:val="20"/>
                <w:lang w:val="pt-BR"/>
              </w:rPr>
              <w:t>Realizar cálculos numéricos</w:t>
            </w:r>
          </w:p>
        </w:tc>
      </w:tr>
      <w:tr w:rsidR="009D6401" w:rsidRPr="00FD31FC" w:rsidTr="005932EB">
        <w:tc>
          <w:tcPr>
            <w:cnfStyle w:val="001000000000"/>
            <w:tcW w:w="475" w:type="dxa"/>
          </w:tcPr>
          <w:p w:rsidR="00CB1365" w:rsidRPr="00FD31FC" w:rsidRDefault="00076190" w:rsidP="00CB1365">
            <w:pPr>
              <w:spacing w:before="60" w:after="60"/>
              <w:rPr>
                <w:rFonts w:cs="Arial"/>
                <w:lang w:val="pt-BR"/>
              </w:rPr>
            </w:pPr>
          </w:p>
        </w:tc>
        <w:tc>
          <w:tcPr>
            <w:tcW w:w="8528" w:type="dxa"/>
            <w:gridSpan w:val="2"/>
          </w:tcPr>
          <w:p w:rsidR="00CB1365" w:rsidRPr="00FD31FC" w:rsidRDefault="005F4FD2" w:rsidP="00CB1365">
            <w:pPr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color w:val="auto"/>
                <w:szCs w:val="20"/>
                <w:lang w:val="pt-BR"/>
              </w:rPr>
              <w:t>Usar um computador para concluir tarefas com eficiência</w:t>
            </w:r>
          </w:p>
        </w:tc>
      </w:tr>
      <w:tr w:rsidR="009D6401" w:rsidRPr="00FD31FC" w:rsidTr="005932EB">
        <w:tc>
          <w:tcPr>
            <w:cnfStyle w:val="001000000000"/>
            <w:tcW w:w="475" w:type="dxa"/>
          </w:tcPr>
          <w:p w:rsidR="00CB1365" w:rsidRPr="00FD31FC" w:rsidRDefault="00F749EC" w:rsidP="00CB1365">
            <w:pPr>
              <w:spacing w:before="60" w:after="60"/>
              <w:rPr>
                <w:rFonts w:cs="Arial"/>
                <w:lang w:val="pt-BR"/>
              </w:rPr>
            </w:pPr>
            <w:r w:rsidRPr="00F749EC">
              <w:rPr>
                <w:rFonts w:cs="Arial"/>
                <w:noProof/>
                <w:lang w:val="pt-BR" w:eastAsia="ja-JP"/>
              </w:rPr>
              <w:pict>
                <v:rect id="_x0000_s1067" style="position:absolute;margin-left:1.55pt;margin-top:-2.05pt;width:12.15pt;height:12.35pt;z-index:251702272;mso-position-horizontal-relative:text;mso-position-vertical-relative:text" strokecolor="#dc6900"/>
              </w:pict>
            </w:r>
          </w:p>
        </w:tc>
        <w:tc>
          <w:tcPr>
            <w:tcW w:w="8528" w:type="dxa"/>
            <w:gridSpan w:val="2"/>
          </w:tcPr>
          <w:p w:rsidR="00CB1365" w:rsidRPr="00FD31FC" w:rsidRDefault="005F4FD2" w:rsidP="00CB1365">
            <w:pPr>
              <w:cnfStyle w:val="000000000000"/>
              <w:rPr>
                <w:rFonts w:eastAsia="Times New Roman" w:cs="Times New Roman"/>
                <w:lang w:val="pt-BR"/>
              </w:rPr>
            </w:pPr>
            <w:r w:rsidRPr="00FD31FC">
              <w:rPr>
                <w:rFonts w:eastAsia="Georgia" w:cs="Georgia"/>
                <w:color w:val="auto"/>
                <w:szCs w:val="20"/>
                <w:lang w:val="pt-BR"/>
              </w:rPr>
              <w:t>Trabalhar em um escritório, onde as expectativas e as metas são claras e definidas</w:t>
            </w:r>
          </w:p>
        </w:tc>
      </w:tr>
      <w:tr w:rsidR="009D6401" w:rsidRPr="00FD31FC" w:rsidTr="005932EB">
        <w:tc>
          <w:tcPr>
            <w:cnfStyle w:val="001000000000"/>
            <w:tcW w:w="2907" w:type="dxa"/>
            <w:gridSpan w:val="2"/>
          </w:tcPr>
          <w:p w:rsidR="00CB1365" w:rsidRPr="00FD31FC" w:rsidRDefault="005F4FD2" w:rsidP="00CB1365">
            <w:pPr>
              <w:pStyle w:val="TableTextGeorgia"/>
              <w:rPr>
                <w:rFonts w:cs="Arial"/>
                <w:lang w:val="pt-BR"/>
              </w:rPr>
            </w:pPr>
            <w:r w:rsidRPr="00FD31FC">
              <w:rPr>
                <w:rFonts w:eastAsia="Georgia" w:cs="Georgia"/>
                <w:i/>
                <w:iCs/>
                <w:szCs w:val="20"/>
                <w:lang w:val="pt-BR"/>
              </w:rPr>
              <w:t>Placar Convencional Total:</w:t>
            </w:r>
          </w:p>
        </w:tc>
        <w:tc>
          <w:tcPr>
            <w:tcW w:w="6096" w:type="dxa"/>
          </w:tcPr>
          <w:p w:rsidR="00CB1365" w:rsidRPr="00FD31FC" w:rsidRDefault="00F749EC" w:rsidP="00CB1365">
            <w:pPr>
              <w:cnfStyle w:val="000000000000"/>
              <w:rPr>
                <w:rFonts w:cs="Arial"/>
                <w:lang w:val="pt-BR"/>
              </w:rPr>
            </w:pPr>
            <w:r w:rsidRPr="00F749EC">
              <w:rPr>
                <w:noProof/>
                <w:lang w:val="pt-BR" w:eastAsia="en-GB"/>
              </w:rPr>
              <w:pict>
                <v:rect id="_x0000_s1068" style="position:absolute;margin-left:-1.9pt;margin-top:.25pt;width:12.15pt;height:12.35pt;z-index:251701248;mso-position-horizontal-relative:text;mso-position-vertical-relative:text" strokecolor="#dc6900"/>
              </w:pict>
            </w:r>
          </w:p>
        </w:tc>
      </w:tr>
    </w:tbl>
    <w:p w:rsidR="00150E31" w:rsidRPr="00FD31FC" w:rsidRDefault="00076190">
      <w:pPr>
        <w:rPr>
          <w:lang w:val="pt-BR"/>
        </w:rPr>
      </w:pPr>
    </w:p>
    <w:tbl>
      <w:tblPr>
        <w:tblStyle w:val="DP-Plain1"/>
        <w:tblW w:w="5000" w:type="pct"/>
        <w:tblBorders>
          <w:insideH w:val="nil"/>
        </w:tblBorders>
        <w:tblLook w:val="04A0"/>
      </w:tblPr>
      <w:tblGrid>
        <w:gridCol w:w="4282"/>
        <w:gridCol w:w="4862"/>
      </w:tblGrid>
      <w:tr w:rsidR="009D6401" w:rsidRPr="00FD31FC" w:rsidTr="00F62D43">
        <w:tc>
          <w:tcPr>
            <w:cnfStyle w:val="001000000000"/>
            <w:tcW w:w="10426" w:type="dxa"/>
            <w:gridSpan w:val="2"/>
          </w:tcPr>
          <w:p w:rsidR="00F62D43" w:rsidRPr="00FD31FC" w:rsidRDefault="005F4FD2" w:rsidP="00F62D43">
            <w:pPr>
              <w:pStyle w:val="TableTitleGeorgia"/>
              <w:spacing w:before="60" w:after="60" w:line="240" w:lineRule="auto"/>
              <w:contextualSpacing w:val="0"/>
              <w:rPr>
                <w:rFonts w:eastAsiaTheme="minorHAnsi" w:cstheme="minorBidi"/>
                <w:szCs w:val="20"/>
                <w:lang w:val="pt-BR"/>
              </w:rPr>
            </w:pPr>
            <w:r w:rsidRPr="00FD31FC">
              <w:rPr>
                <w:rFonts w:eastAsiaTheme="minorHAnsi" w:cstheme="minorBidi"/>
                <w:bCs/>
                <w:iCs/>
                <w:color w:val="DC6900"/>
                <w:szCs w:val="20"/>
                <w:lang w:val="pt-BR"/>
              </w:rPr>
              <w:t>Resumo</w:t>
            </w:r>
          </w:p>
          <w:p w:rsidR="00F62D43" w:rsidRPr="00FD31FC" w:rsidRDefault="005F4FD2" w:rsidP="00F62D43">
            <w:pPr>
              <w:pStyle w:val="TableTextGeorgia"/>
              <w:rPr>
                <w:rFonts w:asciiTheme="minorHAnsi" w:eastAsiaTheme="minorEastAsia" w:hAnsiTheme="minorHAnsi" w:cs="Arial"/>
                <w:sz w:val="22"/>
                <w:szCs w:val="22"/>
                <w:lang w:val="pt-BR" w:eastAsia="ja-JP"/>
              </w:rPr>
            </w:pPr>
            <w:r w:rsidRPr="00FD31FC">
              <w:rPr>
                <w:rFonts w:eastAsia="Georgia" w:cs="Georgia"/>
                <w:szCs w:val="20"/>
                <w:lang w:val="pt-BR"/>
              </w:rPr>
              <w:t xml:space="preserve">Resumam seus placares abaixo. Quais as três áreas com os maiores placares? Agora, vocês podem ler no </w:t>
            </w:r>
            <w:r w:rsidRPr="00FD31FC">
              <w:rPr>
                <w:rFonts w:eastAsia="Georgia" w:cs="Georgia"/>
                <w:b/>
                <w:bCs/>
                <w:szCs w:val="20"/>
                <w:lang w:val="pt-BR"/>
              </w:rPr>
              <w:t>Material AA:</w:t>
            </w:r>
            <w:r w:rsidRPr="00FD31FC">
              <w:rPr>
                <w:rFonts w:eastAsia="Georgia" w:cs="Georgia"/>
                <w:szCs w:val="20"/>
                <w:lang w:val="pt-BR"/>
              </w:rPr>
              <w:t xml:space="preserve"> </w:t>
            </w:r>
            <w:r w:rsidRPr="00FD31FC">
              <w:rPr>
                <w:rFonts w:eastAsia="Georgia" w:cs="Georgia"/>
                <w:i/>
                <w:iCs/>
                <w:szCs w:val="20"/>
                <w:lang w:val="pt-BR"/>
              </w:rPr>
              <w:t>Universidade e Carreiras</w:t>
            </w:r>
            <w:r w:rsidRPr="00FD31FC">
              <w:rPr>
                <w:rFonts w:eastAsia="Georgia" w:cs="Georgia"/>
                <w:szCs w:val="20"/>
                <w:lang w:val="pt-BR"/>
              </w:rPr>
              <w:t>, sobre como cada categoria se relaciona a vários cursos universitários e opções de carreira. Compartilhem estas informações e suas conclusões com seu orientador, pais, professores e/ou amigos.</w:t>
            </w:r>
          </w:p>
        </w:tc>
      </w:tr>
      <w:tr w:rsidR="009D6401" w:rsidRPr="00FD31FC" w:rsidTr="00F62D43">
        <w:tc>
          <w:tcPr>
            <w:cnfStyle w:val="001000000000"/>
            <w:tcW w:w="4885" w:type="dxa"/>
          </w:tcPr>
          <w:p w:rsidR="00F62D43" w:rsidRPr="00FD31FC" w:rsidRDefault="00F749EC" w:rsidP="00F62D43">
            <w:pPr>
              <w:pStyle w:val="TableTextGeorgia"/>
              <w:rPr>
                <w:rFonts w:eastAsiaTheme="minorEastAsia"/>
                <w:b/>
                <w:lang w:val="pt-BR" w:eastAsia="ja-JP"/>
              </w:rPr>
            </w:pPr>
            <w:r w:rsidRPr="00F749EC">
              <w:rPr>
                <w:rFonts w:eastAsiaTheme="minorEastAsia"/>
                <w:b/>
                <w:noProof/>
                <w:lang w:val="pt-BR" w:eastAsia="en-GB"/>
              </w:rPr>
              <w:pict>
                <v:rect id="_x0000_s1069" style="position:absolute;margin-left:380.1pt;margin-top:20.55pt;width:12.15pt;height:12.35pt;z-index:251707392;mso-position-horizontal-relative:text;mso-position-vertical-relative:text" strokecolor="#dc6900"/>
              </w:pict>
            </w:r>
            <w:r w:rsidRPr="00F749EC">
              <w:rPr>
                <w:rFonts w:eastAsiaTheme="minorEastAsia"/>
                <w:b/>
                <w:noProof/>
                <w:lang w:val="pt-BR" w:eastAsia="en-GB"/>
              </w:rPr>
              <w:pict>
                <v:rect id="_x0000_s1070" style="position:absolute;margin-left:380.1pt;margin-top:1.7pt;width:12.15pt;height:12.35pt;z-index:251706368;mso-position-horizontal-relative:text;mso-position-vertical-relative:text" strokecolor="#dc6900"/>
              </w:pict>
            </w:r>
            <w:r w:rsidRPr="00F749EC">
              <w:rPr>
                <w:rFonts w:eastAsiaTheme="minorEastAsia"/>
                <w:b/>
                <w:noProof/>
                <w:lang w:val="pt-BR" w:eastAsia="en-GB"/>
              </w:rPr>
              <w:pict>
                <v:rect id="_x0000_s1071" style="position:absolute;margin-left:380.1pt;margin-top:37.15pt;width:12.15pt;height:12.35pt;z-index:251708416;mso-position-horizontal-relative:text;mso-position-vertical-relative:text" strokecolor="#dc6900"/>
              </w:pict>
            </w:r>
            <w:r w:rsidRPr="00F749EC">
              <w:rPr>
                <w:rFonts w:eastAsiaTheme="minorEastAsia"/>
                <w:b/>
                <w:noProof/>
                <w:lang w:val="pt-BR" w:eastAsia="en-GB"/>
              </w:rPr>
              <w:pict>
                <v:rect id="_x0000_s1072" style="position:absolute;margin-left:143pt;margin-top:1.7pt;width:12.15pt;height:12.35pt;z-index:251703296;mso-position-horizontal-relative:text;mso-position-vertical-relative:text" strokecolor="#dc6900"/>
              </w:pict>
            </w:r>
            <w:r w:rsidR="005F4FD2" w:rsidRPr="00FD31FC">
              <w:rPr>
                <w:rFonts w:eastAsiaTheme="minorEastAsia" w:cs="Georgia"/>
                <w:b/>
                <w:bCs/>
                <w:szCs w:val="20"/>
                <w:lang w:val="pt-BR" w:eastAsia="ja-JP"/>
              </w:rPr>
              <w:t>Realista</w:t>
            </w:r>
          </w:p>
        </w:tc>
        <w:tc>
          <w:tcPr>
            <w:tcW w:w="5541" w:type="dxa"/>
          </w:tcPr>
          <w:p w:rsidR="00F62D43" w:rsidRPr="00FD31FC" w:rsidRDefault="005F4FD2" w:rsidP="00F62D43">
            <w:pPr>
              <w:pStyle w:val="TableTextGeorgia"/>
              <w:cnfStyle w:val="000000000000"/>
              <w:rPr>
                <w:rFonts w:eastAsiaTheme="minorEastAsia"/>
                <w:b/>
                <w:lang w:val="pt-BR" w:eastAsia="ja-JP"/>
              </w:rPr>
            </w:pPr>
            <w:r w:rsidRPr="00FD31FC">
              <w:rPr>
                <w:rFonts w:eastAsiaTheme="minorEastAsia" w:cs="Georgia"/>
                <w:b/>
                <w:bCs/>
                <w:color w:val="auto"/>
                <w:szCs w:val="20"/>
                <w:lang w:val="pt-BR" w:eastAsia="ja-JP"/>
              </w:rPr>
              <w:t>Social</w:t>
            </w:r>
          </w:p>
        </w:tc>
      </w:tr>
      <w:tr w:rsidR="009D6401" w:rsidRPr="00FD31FC" w:rsidTr="00F62D43">
        <w:tc>
          <w:tcPr>
            <w:cnfStyle w:val="001000000000"/>
            <w:tcW w:w="4885" w:type="dxa"/>
          </w:tcPr>
          <w:p w:rsidR="00F62D43" w:rsidRPr="00FD31FC" w:rsidRDefault="00F749EC" w:rsidP="00F62D43">
            <w:pPr>
              <w:pStyle w:val="TableTextGeorgia"/>
              <w:rPr>
                <w:rFonts w:eastAsiaTheme="minorEastAsia"/>
                <w:b/>
                <w:lang w:val="pt-BR" w:eastAsia="ja-JP"/>
              </w:rPr>
            </w:pPr>
            <w:r w:rsidRPr="00F749EC">
              <w:rPr>
                <w:rFonts w:eastAsiaTheme="minorEastAsia"/>
                <w:b/>
                <w:noProof/>
                <w:lang w:val="pt-BR" w:eastAsia="en-GB"/>
              </w:rPr>
              <w:pict>
                <v:rect id="_x0000_s1073" style="position:absolute;margin-left:143pt;margin-top:3.2pt;width:12.15pt;height:12.35pt;z-index:251704320;mso-position-horizontal-relative:text;mso-position-vertical-relative:text" strokecolor="#dc6900"/>
              </w:pict>
            </w:r>
            <w:r w:rsidR="005F4FD2" w:rsidRPr="00FD31FC">
              <w:rPr>
                <w:rFonts w:eastAsiaTheme="minorEastAsia" w:cs="Georgia"/>
                <w:b/>
                <w:bCs/>
                <w:szCs w:val="20"/>
                <w:lang w:val="pt-BR" w:eastAsia="ja-JP"/>
              </w:rPr>
              <w:t>Investigativo</w:t>
            </w:r>
          </w:p>
        </w:tc>
        <w:tc>
          <w:tcPr>
            <w:tcW w:w="5541" w:type="dxa"/>
          </w:tcPr>
          <w:p w:rsidR="00F62D43" w:rsidRPr="00FD31FC" w:rsidRDefault="005F4FD2" w:rsidP="00F62D43">
            <w:pPr>
              <w:pStyle w:val="TableTextGeorgia"/>
              <w:cnfStyle w:val="000000000000"/>
              <w:rPr>
                <w:rFonts w:eastAsiaTheme="minorEastAsia"/>
                <w:b/>
                <w:lang w:val="pt-BR" w:eastAsia="ja-JP"/>
              </w:rPr>
            </w:pPr>
            <w:r w:rsidRPr="00FD31FC">
              <w:rPr>
                <w:rFonts w:eastAsiaTheme="minorEastAsia" w:cs="Georgia"/>
                <w:b/>
                <w:bCs/>
                <w:color w:val="auto"/>
                <w:szCs w:val="20"/>
                <w:lang w:val="pt-BR" w:eastAsia="ja-JP"/>
              </w:rPr>
              <w:t>Empreendedor</w:t>
            </w:r>
          </w:p>
        </w:tc>
      </w:tr>
      <w:tr w:rsidR="009D6401" w:rsidRPr="00FD31FC" w:rsidTr="00F62D43">
        <w:tc>
          <w:tcPr>
            <w:cnfStyle w:val="001000000000"/>
            <w:tcW w:w="4885" w:type="dxa"/>
          </w:tcPr>
          <w:p w:rsidR="00F62D43" w:rsidRPr="00FD31FC" w:rsidRDefault="00F749EC" w:rsidP="00F62D43">
            <w:pPr>
              <w:pStyle w:val="TableTextGeorgia"/>
              <w:rPr>
                <w:rFonts w:eastAsiaTheme="minorEastAsia"/>
                <w:b/>
                <w:lang w:val="pt-BR" w:eastAsia="ja-JP"/>
              </w:rPr>
            </w:pPr>
            <w:r w:rsidRPr="00F749EC">
              <w:rPr>
                <w:rFonts w:eastAsiaTheme="minorEastAsia"/>
                <w:b/>
                <w:noProof/>
                <w:lang w:val="pt-BR" w:eastAsia="en-GB"/>
              </w:rPr>
              <w:pict>
                <v:rect id="_x0000_s1074" style="position:absolute;margin-left:143pt;margin-top:2.45pt;width:12.15pt;height:12.35pt;z-index:251705344;mso-position-horizontal-relative:text;mso-position-vertical-relative:text" strokecolor="#dc6900"/>
              </w:pict>
            </w:r>
            <w:r w:rsidR="005F4FD2" w:rsidRPr="00FD31FC">
              <w:rPr>
                <w:rFonts w:eastAsiaTheme="minorEastAsia" w:cs="Georgia"/>
                <w:b/>
                <w:bCs/>
                <w:szCs w:val="20"/>
                <w:lang w:val="pt-BR" w:eastAsia="ja-JP"/>
              </w:rPr>
              <w:t>Artístico</w:t>
            </w:r>
          </w:p>
        </w:tc>
        <w:tc>
          <w:tcPr>
            <w:tcW w:w="5541" w:type="dxa"/>
          </w:tcPr>
          <w:p w:rsidR="00F62D43" w:rsidRPr="00FD31FC" w:rsidRDefault="005F4FD2" w:rsidP="00F62D43">
            <w:pPr>
              <w:pStyle w:val="TableTextGeorgia"/>
              <w:cnfStyle w:val="000000000000"/>
              <w:rPr>
                <w:rFonts w:eastAsiaTheme="minorEastAsia"/>
                <w:b/>
                <w:lang w:val="pt-BR" w:eastAsia="ja-JP"/>
              </w:rPr>
            </w:pPr>
            <w:r w:rsidRPr="00FD31FC">
              <w:rPr>
                <w:rFonts w:eastAsiaTheme="minorEastAsia" w:cs="Georgia"/>
                <w:b/>
                <w:bCs/>
                <w:color w:val="auto"/>
                <w:szCs w:val="20"/>
                <w:lang w:val="pt-BR" w:eastAsia="ja-JP"/>
              </w:rPr>
              <w:t>Convencional</w:t>
            </w:r>
          </w:p>
        </w:tc>
      </w:tr>
    </w:tbl>
    <w:p w:rsidR="00167A03" w:rsidRPr="00FD31FC" w:rsidRDefault="00076190" w:rsidP="003F6057">
      <w:pPr>
        <w:pStyle w:val="BodyText"/>
        <w:rPr>
          <w:lang w:val="pt-BR"/>
        </w:rPr>
      </w:pPr>
    </w:p>
    <w:p w:rsidR="00EB1F05" w:rsidRPr="00FD31FC" w:rsidRDefault="005F4FD2" w:rsidP="003F6057">
      <w:pPr>
        <w:pStyle w:val="BodyText"/>
        <w:rPr>
          <w:lang w:val="pt-BR"/>
        </w:rPr>
      </w:pPr>
      <w:r w:rsidRPr="00FD31FC">
        <w:rPr>
          <w:rFonts w:eastAsia="Georgia" w:cs="Georgia"/>
          <w:lang w:val="pt-BR"/>
        </w:rPr>
        <w:t xml:space="preserve">Adaptado de </w:t>
      </w:r>
      <w:r w:rsidRPr="00FD31FC">
        <w:rPr>
          <w:rFonts w:eastAsia="Georgia" w:cs="Georgia"/>
          <w:i/>
          <w:iCs/>
          <w:lang w:val="pt-BR"/>
        </w:rPr>
        <w:t xml:space="preserve">Avaliação de Interesses – Alunos do Secundário </w:t>
      </w:r>
      <w:r w:rsidRPr="00FD31FC">
        <w:rPr>
          <w:rFonts w:eastAsia="Georgia" w:cs="Georgia"/>
          <w:lang w:val="pt-BR"/>
        </w:rPr>
        <w:t>da Rutgers University (</w:t>
      </w:r>
      <w:hyperlink r:id="rId12" w:history="1">
        <w:r w:rsidRPr="00FD31FC">
          <w:rPr>
            <w:rFonts w:eastAsia="Georgia" w:cs="Georgia"/>
            <w:lang w:val="pt-BR"/>
          </w:rPr>
          <w:t>http://careerservices.rutgers.edu/PCCPinterests.shtml</w:t>
        </w:r>
      </w:hyperlink>
      <w:r w:rsidRPr="00FD31FC">
        <w:rPr>
          <w:rFonts w:eastAsia="Georgia" w:cs="Georgia"/>
          <w:lang w:val="pt-BR"/>
        </w:rPr>
        <w:t>)</w:t>
      </w:r>
    </w:p>
    <w:sectPr w:rsidR="00EB1F05" w:rsidRPr="00FD31FC" w:rsidSect="008D6C16">
      <w:footerReference w:type="default" r:id="rId13"/>
      <w:headerReference w:type="first" r:id="rId14"/>
      <w:footerReference w:type="first" r:id="rId15"/>
      <w:pgSz w:w="12240" w:h="15840" w:code="1"/>
      <w:pgMar w:top="1728" w:right="720" w:bottom="1080" w:left="2520" w:header="562" w:footer="5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FD2" w:rsidRDefault="005F4FD2" w:rsidP="009D6401">
      <w:pPr>
        <w:spacing w:after="0" w:line="240" w:lineRule="auto"/>
      </w:pPr>
      <w:r>
        <w:separator/>
      </w:r>
    </w:p>
  </w:endnote>
  <w:endnote w:type="continuationSeparator" w:id="0">
    <w:p w:rsidR="005F4FD2" w:rsidRDefault="005F4FD2" w:rsidP="009D6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1A8" w:rsidRPr="005932EB" w:rsidRDefault="005F4FD2" w:rsidP="008A41A8">
    <w:pPr>
      <w:pStyle w:val="Copyright"/>
      <w:rPr>
        <w:lang w:val="pt-PT"/>
      </w:rPr>
    </w:pPr>
    <w:r w:rsidRPr="008A41A8">
      <w:rPr>
        <w:rFonts w:eastAsia="Arial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1A8" w:rsidRPr="005932EB" w:rsidRDefault="005F4FD2" w:rsidP="008A41A8">
    <w:pPr>
      <w:pStyle w:val="Copyright"/>
      <w:rPr>
        <w:lang w:val="pt-PT"/>
      </w:rPr>
    </w:pPr>
    <w:r w:rsidRPr="008A41A8">
      <w:rPr>
        <w:rFonts w:eastAsia="Arial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985" w:rsidRDefault="00F749EC">
    <w:pPr>
      <w:pStyle w:val="Footer"/>
    </w:pPr>
    <w:r w:rsidRPr="00F749EC">
      <w:rPr>
        <w:noProof/>
        <w:lang w:eastAsia="ja-JP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4.3pt;width:450.75pt;height:46pt;z-index:251658240" filled="f" stroked="f">
          <v:textbox style="mso-fit-shape-to-text:t" inset="0,0,0,0">
            <w:txbxContent>
              <w:p w:rsidR="000B0985" w:rsidRPr="005932EB" w:rsidRDefault="005F4FD2" w:rsidP="000B0985">
                <w:pPr>
                  <w:pStyle w:val="Copyright"/>
                  <w:rPr>
                    <w:lang w:val="pt-PT"/>
                  </w:rPr>
                </w:pPr>
                <w:r w:rsidRPr="00BE2149">
                  <w:rPr>
                    <w:rFonts w:eastAsia="Arial"/>
                    <w:lang w:val="pt-BR"/>
                  </w:rPr>
                  <w:t xml:space="preserve">Estas informações são confidenciais e proprietárias da PwC e são criadas apenas para a PwC, e não devem circular fora da </w:t>
                </w:r>
                <w:r w:rsidRPr="00BE2149">
                  <w:rPr>
                    <w:rFonts w:eastAsia="Arial"/>
                    <w:lang w:val="pt-BR"/>
                  </w:rPr>
                  <w:br/>
                  <w:t>empresa.</w:t>
                </w:r>
              </w:p>
              <w:p w:rsidR="000B0985" w:rsidRPr="005932EB" w:rsidRDefault="00076190" w:rsidP="000B0985">
                <w:pPr>
                  <w:pStyle w:val="Copyright"/>
                  <w:rPr>
                    <w:lang w:val="pt-PT"/>
                  </w:rPr>
                </w:pPr>
              </w:p>
              <w:p w:rsidR="000B0985" w:rsidRPr="005932EB" w:rsidRDefault="005F4FD2" w:rsidP="000B0985">
                <w:pPr>
                  <w:pStyle w:val="Copyright"/>
                  <w:rPr>
                    <w:lang w:val="pt-PT"/>
                  </w:rPr>
                </w:pPr>
                <w:r w:rsidRPr="007178D0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</w:t>
                </w:r>
              </w:p>
            </w:txbxContent>
          </v:textbox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985" w:rsidRDefault="00F749EC">
    <w:pPr>
      <w:pStyle w:val="Footer"/>
    </w:pPr>
    <w:r w:rsidRPr="00F749EC">
      <w:rPr>
        <w:noProof/>
        <w:lang w:eastAsia="ja-JP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1.25pt;margin-top:-43.8pt;width:450.75pt;height:73.6pt;z-index:251659264" filled="f" stroked="f">
          <v:textbox style="mso-fit-shape-to-text:t" inset="0,0,0,0">
            <w:txbxContent>
              <w:p w:rsidR="000B0985" w:rsidRDefault="00076190" w:rsidP="000B0985">
                <w:pPr>
                  <w:pStyle w:val="Copyright"/>
                  <w:rPr>
                    <w:lang w:val="en-US"/>
                  </w:rPr>
                </w:pPr>
              </w:p>
              <w:p w:rsidR="000B0985" w:rsidRPr="005932EB" w:rsidRDefault="005F4FD2" w:rsidP="008A41A8">
                <w:pPr>
                  <w:pStyle w:val="Copyright"/>
                  <w:rPr>
                    <w:lang w:val="pt-PT"/>
                  </w:rPr>
                </w:pPr>
                <w:r w:rsidRPr="008A41A8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FD2" w:rsidRDefault="005F4FD2" w:rsidP="009D6401">
      <w:pPr>
        <w:spacing w:after="0" w:line="240" w:lineRule="auto"/>
      </w:pPr>
      <w:r>
        <w:separator/>
      </w:r>
    </w:p>
  </w:footnote>
  <w:footnote w:type="continuationSeparator" w:id="0">
    <w:p w:rsidR="005F4FD2" w:rsidRDefault="005F4FD2" w:rsidP="009D6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9D6401" w:rsidTr="0084517A">
      <w:tc>
        <w:tcPr>
          <w:tcW w:w="5000" w:type="pct"/>
        </w:tcPr>
        <w:p w:rsidR="00FC4C19" w:rsidRPr="009B5B65" w:rsidRDefault="00076190" w:rsidP="0084517A">
          <w:pPr>
            <w:rPr>
              <w:sz w:val="24"/>
              <w:szCs w:val="24"/>
            </w:rPr>
          </w:pPr>
        </w:p>
      </w:tc>
    </w:tr>
  </w:tbl>
  <w:p w:rsidR="00FC4C19" w:rsidRPr="00C55723" w:rsidRDefault="00076190" w:rsidP="00C55723">
    <w:pPr>
      <w:pStyle w:val="Header"/>
      <w:rPr>
        <w:rFonts w:ascii="Arial" w:hAnsi="Arial" w:cs="Arial"/>
        <w:color w:val="000000" w:themeColor="text1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9D6401" w:rsidTr="00D27464">
      <w:tc>
        <w:tcPr>
          <w:tcW w:w="5000" w:type="pct"/>
        </w:tcPr>
        <w:p w:rsidR="00FC4C19" w:rsidRPr="009B5B65" w:rsidRDefault="00076190" w:rsidP="00D27464">
          <w:pPr>
            <w:rPr>
              <w:sz w:val="24"/>
              <w:szCs w:val="24"/>
            </w:rPr>
          </w:pPr>
        </w:p>
      </w:tc>
    </w:tr>
  </w:tbl>
  <w:p w:rsidR="00FC4C19" w:rsidRPr="008D6C16" w:rsidRDefault="00F749EC" w:rsidP="00FC4C19">
    <w:pPr>
      <w:pStyle w:val="Header"/>
      <w:rPr>
        <w:rFonts w:ascii="Arial" w:hAnsi="Arial" w:cs="Arial"/>
        <w:color w:val="000000" w:themeColor="text1"/>
      </w:rPr>
    </w:pPr>
    <w:hyperlink r:id="rId1" w:history="1">
      <w:r w:rsidR="005F4FD2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  <w:r w:rsidR="005F4FD2" w:rsidRPr="00150E31">
      <w:rPr>
        <w:rFonts w:ascii="Arial" w:hAnsi="Arial" w:cs="Arial"/>
        <w:noProof/>
        <w:color w:val="000000" w:themeColor="text1"/>
        <w:lang w:val="en-US" w:eastAsia="zh-CN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-1094362</wp:posOffset>
          </wp:positionH>
          <wp:positionV relativeFrom="paragraph">
            <wp:posOffset>7619811</wp:posOffset>
          </wp:positionV>
          <wp:extent cx="1653702" cy="1381328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9D6401" w:rsidTr="00D522B6">
      <w:tc>
        <w:tcPr>
          <w:tcW w:w="5000" w:type="pct"/>
        </w:tcPr>
        <w:p w:rsidR="000B0985" w:rsidRPr="009B5B65" w:rsidRDefault="00076190" w:rsidP="00D522B6">
          <w:pPr>
            <w:rPr>
              <w:sz w:val="24"/>
              <w:szCs w:val="24"/>
            </w:rPr>
          </w:pPr>
        </w:p>
      </w:tc>
    </w:tr>
  </w:tbl>
  <w:p w:rsidR="000B0985" w:rsidRPr="000B0985" w:rsidRDefault="00076190" w:rsidP="000B098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342227E"/>
    <w:multiLevelType w:val="multilevel"/>
    <w:tmpl w:val="F622FA0C"/>
    <w:numStyleLink w:val="Style5"/>
  </w:abstractNum>
  <w:abstractNum w:abstractNumId="12">
    <w:nsid w:val="374F2107"/>
    <w:multiLevelType w:val="multilevel"/>
    <w:tmpl w:val="3BDCDC82"/>
    <w:numStyleLink w:val="TableBullet"/>
  </w:abstractNum>
  <w:abstractNum w:abstractNumId="13">
    <w:nsid w:val="3A57486E"/>
    <w:multiLevelType w:val="multilevel"/>
    <w:tmpl w:val="A266CF60"/>
    <w:name w:val="PwCListNumbers13"/>
    <w:numStyleLink w:val="PwCListNumbers1"/>
  </w:abstractNum>
  <w:abstractNum w:abstractNumId="14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EED465C"/>
    <w:multiLevelType w:val="hybridMultilevel"/>
    <w:tmpl w:val="111CDF92"/>
    <w:lvl w:ilvl="0" w:tplc="2D88FF70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163C4E00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AA700F70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B9081DC4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3272BF08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16460418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81A65D58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7424046A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8EF83C54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2840C0C"/>
    <w:multiLevelType w:val="hybridMultilevel"/>
    <w:tmpl w:val="CFD0E5EA"/>
    <w:name w:val="PwCListNumbers132"/>
    <w:lvl w:ilvl="0" w:tplc="F0EEA388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14648908" w:tentative="1">
      <w:start w:val="1"/>
      <w:numFmt w:val="lowerLetter"/>
      <w:lvlText w:val="%2."/>
      <w:lvlJc w:val="left"/>
      <w:pPr>
        <w:ind w:left="2246" w:hanging="360"/>
      </w:pPr>
    </w:lvl>
    <w:lvl w:ilvl="2" w:tplc="611E3E32" w:tentative="1">
      <w:start w:val="1"/>
      <w:numFmt w:val="lowerRoman"/>
      <w:lvlText w:val="%3."/>
      <w:lvlJc w:val="right"/>
      <w:pPr>
        <w:ind w:left="2966" w:hanging="180"/>
      </w:pPr>
    </w:lvl>
    <w:lvl w:ilvl="3" w:tplc="6F00BC70" w:tentative="1">
      <w:start w:val="1"/>
      <w:numFmt w:val="decimal"/>
      <w:lvlText w:val="%4."/>
      <w:lvlJc w:val="left"/>
      <w:pPr>
        <w:ind w:left="3686" w:hanging="360"/>
      </w:pPr>
    </w:lvl>
    <w:lvl w:ilvl="4" w:tplc="96B4FB58" w:tentative="1">
      <w:start w:val="1"/>
      <w:numFmt w:val="lowerLetter"/>
      <w:lvlText w:val="%5."/>
      <w:lvlJc w:val="left"/>
      <w:pPr>
        <w:ind w:left="4406" w:hanging="360"/>
      </w:pPr>
    </w:lvl>
    <w:lvl w:ilvl="5" w:tplc="EA9AC0AE" w:tentative="1">
      <w:start w:val="1"/>
      <w:numFmt w:val="lowerRoman"/>
      <w:lvlText w:val="%6."/>
      <w:lvlJc w:val="right"/>
      <w:pPr>
        <w:ind w:left="5126" w:hanging="180"/>
      </w:pPr>
    </w:lvl>
    <w:lvl w:ilvl="6" w:tplc="6C7A0702" w:tentative="1">
      <w:start w:val="1"/>
      <w:numFmt w:val="decimal"/>
      <w:lvlText w:val="%7."/>
      <w:lvlJc w:val="left"/>
      <w:pPr>
        <w:ind w:left="5846" w:hanging="360"/>
      </w:pPr>
    </w:lvl>
    <w:lvl w:ilvl="7" w:tplc="27425702" w:tentative="1">
      <w:start w:val="1"/>
      <w:numFmt w:val="lowerLetter"/>
      <w:lvlText w:val="%8."/>
      <w:lvlJc w:val="left"/>
      <w:pPr>
        <w:ind w:left="6566" w:hanging="360"/>
      </w:pPr>
    </w:lvl>
    <w:lvl w:ilvl="8" w:tplc="384643D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8">
    <w:nsid w:val="46612767"/>
    <w:multiLevelType w:val="hybridMultilevel"/>
    <w:tmpl w:val="CA9C68F2"/>
    <w:lvl w:ilvl="0" w:tplc="890AD1E4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CE38E54A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CDC8211A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60CE5AD2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97423BEE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ADD442A4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1EA9DA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91749E38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332EBD7E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03F3EF2"/>
    <w:multiLevelType w:val="hybridMultilevel"/>
    <w:tmpl w:val="478AECD2"/>
    <w:lvl w:ilvl="0" w:tplc="43D2336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C12679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4E54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A2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54A8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F0A2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FE99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A691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0A61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E401664"/>
    <w:multiLevelType w:val="multilevel"/>
    <w:tmpl w:val="EE12AE72"/>
    <w:numStyleLink w:val="PwCAppendixList1"/>
  </w:abstractNum>
  <w:abstractNum w:abstractNumId="23">
    <w:nsid w:val="5F7F5EF6"/>
    <w:multiLevelType w:val="hybridMultilevel"/>
    <w:tmpl w:val="5BCE4FEA"/>
    <w:lvl w:ilvl="0" w:tplc="636815AC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D18A19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3010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3423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40B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8E9B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482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9C53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60BD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0"/>
  </w:num>
  <w:num w:numId="2">
    <w:abstractNumId w:val="25"/>
  </w:num>
  <w:num w:numId="3">
    <w:abstractNumId w:val="4"/>
  </w:num>
  <w:num w:numId="4">
    <w:abstractNumId w:val="14"/>
  </w:num>
  <w:num w:numId="5">
    <w:abstractNumId w:val="22"/>
  </w:num>
  <w:num w:numId="6">
    <w:abstractNumId w:val="18"/>
  </w:num>
  <w:num w:numId="7">
    <w:abstractNumId w:val="15"/>
  </w:num>
  <w:num w:numId="8">
    <w:abstractNumId w:val="5"/>
  </w:num>
  <w:num w:numId="9">
    <w:abstractNumId w:val="16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0">
    <w:abstractNumId w:val="20"/>
  </w:num>
  <w:num w:numId="11">
    <w:abstractNumId w:val="23"/>
  </w:num>
  <w:num w:numId="12">
    <w:abstractNumId w:val="6"/>
  </w:num>
  <w:num w:numId="13">
    <w:abstractNumId w:val="2"/>
  </w:num>
  <w:num w:numId="14">
    <w:abstractNumId w:val="24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"/>
  </w:num>
  <w:num w:numId="18">
    <w:abstractNumId w:val="11"/>
  </w:num>
  <w:num w:numId="19">
    <w:abstractNumId w:val="16"/>
  </w:num>
  <w:num w:numId="20">
    <w:abstractNumId w:val="1"/>
  </w:num>
  <w:num w:numId="21">
    <w:abstractNumId w:val="12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D6401"/>
    <w:rsid w:val="00076190"/>
    <w:rsid w:val="00144CA4"/>
    <w:rsid w:val="005932EB"/>
    <w:rsid w:val="005F4FD2"/>
    <w:rsid w:val="00703BBF"/>
    <w:rsid w:val="009D6401"/>
    <w:rsid w:val="00F749EC"/>
    <w:rsid w:val="00FD3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15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3125F9"/>
    <w:pPr>
      <w:numPr>
        <w:numId w:val="6"/>
      </w:numPr>
      <w:spacing w:after="180" w:line="260" w:lineRule="atLeast"/>
      <w:ind w:left="720"/>
      <w:contextualSpacing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7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0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1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16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18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23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25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5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4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1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9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8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2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99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99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20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3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4"/>
      </w:numPr>
    </w:pPr>
  </w:style>
  <w:style w:type="numbering" w:customStyle="1" w:styleId="Style4">
    <w:name w:val="Style4"/>
    <w:uiPriority w:val="99"/>
    <w:rsid w:val="00D91C10"/>
    <w:pPr>
      <w:numPr>
        <w:numId w:val="16"/>
      </w:numPr>
    </w:pPr>
  </w:style>
  <w:style w:type="numbering" w:customStyle="1" w:styleId="Style5">
    <w:name w:val="Style5"/>
    <w:uiPriority w:val="99"/>
    <w:rsid w:val="00A60803"/>
    <w:pPr>
      <w:numPr>
        <w:numId w:val="17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21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22"/>
      </w:numPr>
    </w:pPr>
  </w:style>
  <w:style w:type="numbering" w:customStyle="1" w:styleId="Style7">
    <w:name w:val="Style7"/>
    <w:uiPriority w:val="99"/>
    <w:rsid w:val="0025727C"/>
    <w:pPr>
      <w:numPr>
        <w:numId w:val="24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table" w:customStyle="1" w:styleId="DP-Plain10">
    <w:name w:val="DP-Plain1"/>
    <w:basedOn w:val="TableNormal"/>
    <w:uiPriority w:val="99"/>
    <w:qFormat/>
    <w:rsid w:val="001E2D10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2">
    <w:name w:val="DP-Plain2"/>
    <w:basedOn w:val="TableNormal"/>
    <w:uiPriority w:val="99"/>
    <w:qFormat/>
    <w:rsid w:val="00182D46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3">
    <w:name w:val="DP-Plain3"/>
    <w:basedOn w:val="TableNormal"/>
    <w:uiPriority w:val="99"/>
    <w:qFormat/>
    <w:rsid w:val="003F6057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4">
    <w:name w:val="DP-Plain4"/>
    <w:basedOn w:val="TableNormal"/>
    <w:uiPriority w:val="99"/>
    <w:qFormat/>
    <w:rsid w:val="00167A0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5">
    <w:name w:val="DP-Plain5"/>
    <w:basedOn w:val="TableNormal"/>
    <w:uiPriority w:val="99"/>
    <w:qFormat/>
    <w:rsid w:val="00CB1365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6">
    <w:name w:val="DP-Plain6"/>
    <w:basedOn w:val="TableNormal"/>
    <w:uiPriority w:val="99"/>
    <w:qFormat/>
    <w:rsid w:val="00F62D4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7">
    <w:name w:val="DP-Plain7"/>
    <w:basedOn w:val="TableNormal"/>
    <w:uiPriority w:val="99"/>
    <w:qFormat/>
    <w:rsid w:val="00F62D4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areerservices.rutgers.edu/PCCPinterests.s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BD357-2AC9-4F3C-9FEA-C0E80FCD2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3</Pages>
  <Words>655</Words>
  <Characters>3737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Thinking about your future</vt:lpstr>
    </vt:vector>
  </TitlesOfParts>
  <Company>PricewaterhouseCoopers</Company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2012-06-27T20:02:00Z</cp:lastPrinted>
  <dcterms:created xsi:type="dcterms:W3CDTF">2012-12-26T01:52:00Z</dcterms:created>
  <dcterms:modified xsi:type="dcterms:W3CDTF">2012-12-26T01:52:00Z</dcterms:modified>
</cp:coreProperties>
</file>